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A45B7" w14:textId="77777777" w:rsidR="005E739E" w:rsidRDefault="005E739E" w:rsidP="005E739E">
      <w:pPr>
        <w:pStyle w:val="000H1"/>
      </w:pPr>
    </w:p>
    <w:p w14:paraId="637F5A39" w14:textId="32F16DB3" w:rsidR="00715EAE" w:rsidRDefault="00F85A19" w:rsidP="005E739E">
      <w:pPr>
        <w:pStyle w:val="000H1"/>
      </w:pPr>
      <w:r w:rsidRPr="00AE651A">
        <w:t>A new beginning in Milan: Audi unveils new design</w:t>
      </w:r>
    </w:p>
    <w:p w14:paraId="5B538474" w14:textId="77777777" w:rsidR="005E739E" w:rsidRPr="00AE651A" w:rsidRDefault="005E739E" w:rsidP="005E739E">
      <w:pPr>
        <w:pStyle w:val="000H1"/>
      </w:pPr>
    </w:p>
    <w:p w14:paraId="094BECFD" w14:textId="77777777" w:rsidR="00D5028F" w:rsidRPr="00AE651A" w:rsidRDefault="00D5028F" w:rsidP="00D5028F">
      <w:pPr>
        <w:pStyle w:val="000Bulletpoint"/>
        <w:numPr>
          <w:ilvl w:val="0"/>
          <w:numId w:val="22"/>
        </w:numPr>
        <w:ind w:left="284" w:hanging="284"/>
        <w:rPr>
          <w:lang w:val="en-GB"/>
        </w:rPr>
      </w:pPr>
      <w:r w:rsidRPr="00AE651A">
        <w:rPr>
          <w:lang w:val="en-GB"/>
        </w:rPr>
        <w:t>The Audi Concept C exemplifies a new design philosophy</w:t>
      </w:r>
    </w:p>
    <w:p w14:paraId="362DD49E" w14:textId="77777777" w:rsidR="002D1ACE" w:rsidRPr="00AE651A" w:rsidRDefault="00304EFD" w:rsidP="002D1ACE">
      <w:pPr>
        <w:pStyle w:val="000Bulletpoint"/>
        <w:numPr>
          <w:ilvl w:val="0"/>
          <w:numId w:val="22"/>
        </w:numPr>
        <w:ind w:left="284" w:hanging="284"/>
        <w:rPr>
          <w:lang w:val="en-GB"/>
        </w:rPr>
      </w:pPr>
      <w:r w:rsidRPr="00AE651A">
        <w:rPr>
          <w:lang w:val="en-GB"/>
        </w:rPr>
        <w:t xml:space="preserve">Audi presents </w:t>
      </w:r>
      <w:r w:rsidR="00E674C4" w:rsidRPr="00AE651A">
        <w:rPr>
          <w:lang w:val="en-GB"/>
        </w:rPr>
        <w:t xml:space="preserve">an </w:t>
      </w:r>
      <w:r w:rsidRPr="00AE651A">
        <w:rPr>
          <w:lang w:val="en-GB"/>
        </w:rPr>
        <w:t xml:space="preserve">emotional all-electric two-seat sports car </w:t>
      </w:r>
    </w:p>
    <w:p w14:paraId="6670DE23" w14:textId="024BA0DC" w:rsidR="00304EFD" w:rsidRPr="00AE651A" w:rsidRDefault="5B211D7F" w:rsidP="009401A6">
      <w:pPr>
        <w:pStyle w:val="000Bulletpoint"/>
        <w:numPr>
          <w:ilvl w:val="0"/>
          <w:numId w:val="22"/>
        </w:numPr>
        <w:ind w:left="284" w:hanging="284"/>
        <w:rPr>
          <w:lang w:val="en-GB"/>
        </w:rPr>
      </w:pPr>
      <w:r w:rsidRPr="00AE651A">
        <w:rPr>
          <w:lang w:val="en-GB"/>
        </w:rPr>
        <w:t>The roadster</w:t>
      </w:r>
      <w:r w:rsidR="55F3AD2A" w:rsidRPr="00AE651A">
        <w:rPr>
          <w:lang w:val="en-GB"/>
        </w:rPr>
        <w:t>’</w:t>
      </w:r>
      <w:r w:rsidRPr="00AE651A">
        <w:rPr>
          <w:lang w:val="en-GB"/>
        </w:rPr>
        <w:t xml:space="preserve">s </w:t>
      </w:r>
      <w:r w:rsidR="2CF8C85C" w:rsidRPr="00AE651A">
        <w:rPr>
          <w:lang w:val="en-GB"/>
        </w:rPr>
        <w:t>n</w:t>
      </w:r>
      <w:r w:rsidR="77667E8F" w:rsidRPr="00AE651A">
        <w:rPr>
          <w:lang w:val="en-GB"/>
        </w:rPr>
        <w:t>ew</w:t>
      </w:r>
      <w:r w:rsidR="00A40E08" w:rsidRPr="00AE651A">
        <w:rPr>
          <w:lang w:val="en-GB"/>
        </w:rPr>
        <w:t xml:space="preserve"> r</w:t>
      </w:r>
      <w:r w:rsidR="00304EFD" w:rsidRPr="00AE651A">
        <w:rPr>
          <w:lang w:val="en-GB"/>
        </w:rPr>
        <w:t>oof concept combines</w:t>
      </w:r>
      <w:r w:rsidR="00A40E08" w:rsidRPr="00AE651A">
        <w:rPr>
          <w:lang w:val="en-GB"/>
        </w:rPr>
        <w:t xml:space="preserve"> the</w:t>
      </w:r>
      <w:r w:rsidR="00304EFD" w:rsidRPr="00AE651A">
        <w:rPr>
          <w:lang w:val="en-GB"/>
        </w:rPr>
        <w:t xml:space="preserve"> elegance of a coupé with </w:t>
      </w:r>
      <w:r w:rsidR="00A40E08" w:rsidRPr="00AE651A">
        <w:rPr>
          <w:lang w:val="en-GB"/>
        </w:rPr>
        <w:t xml:space="preserve">an </w:t>
      </w:r>
      <w:r w:rsidR="00304EFD" w:rsidRPr="00AE651A">
        <w:rPr>
          <w:lang w:val="en-GB"/>
        </w:rPr>
        <w:t>open-top experience</w:t>
      </w:r>
    </w:p>
    <w:p w14:paraId="1306C7FF" w14:textId="77777777" w:rsidR="00304EFD" w:rsidRPr="00AE651A" w:rsidRDefault="00304EFD" w:rsidP="009401A6">
      <w:pPr>
        <w:pStyle w:val="000Bulletpoint"/>
        <w:numPr>
          <w:ilvl w:val="0"/>
          <w:numId w:val="22"/>
        </w:numPr>
        <w:ind w:left="284" w:hanging="284"/>
        <w:rPr>
          <w:lang w:val="en-GB"/>
        </w:rPr>
      </w:pPr>
      <w:r w:rsidRPr="00AE651A">
        <w:rPr>
          <w:lang w:val="en-GB"/>
        </w:rPr>
        <w:t>Vertical frame as central element of the new Audi face</w:t>
      </w:r>
    </w:p>
    <w:p w14:paraId="06334EF7" w14:textId="05364AC7" w:rsidR="00304EFD" w:rsidRPr="00AE651A" w:rsidDel="00836FF7" w:rsidRDefault="00304EFD" w:rsidP="009401A6">
      <w:pPr>
        <w:pStyle w:val="000Bulletpoint"/>
        <w:numPr>
          <w:ilvl w:val="0"/>
          <w:numId w:val="22"/>
        </w:numPr>
        <w:ind w:left="284" w:hanging="284"/>
        <w:rPr>
          <w:lang w:val="en-GB"/>
        </w:rPr>
      </w:pPr>
      <w:r w:rsidRPr="00AE651A" w:rsidDel="00836FF7">
        <w:rPr>
          <w:lang w:val="en-GB"/>
        </w:rPr>
        <w:t>Concept car embodies radical simplicity and technical precision</w:t>
      </w:r>
    </w:p>
    <w:p w14:paraId="093B323B" w14:textId="04F6C1C6" w:rsidR="00BA6A97" w:rsidRDefault="00F266AE" w:rsidP="00D10C6D">
      <w:pPr>
        <w:pStyle w:val="000Introduction"/>
        <w:spacing w:after="0"/>
        <w:rPr>
          <w:rFonts w:eastAsiaTheme="minorEastAsia"/>
          <w:lang w:val="en-GB"/>
        </w:rPr>
      </w:pPr>
      <w:r w:rsidRPr="00AE651A">
        <w:rPr>
          <w:bCs/>
          <w:lang w:val="en-GB"/>
        </w:rPr>
        <w:t xml:space="preserve">Milan/Ingolstadt, September </w:t>
      </w:r>
      <w:r w:rsidR="00A8171D">
        <w:rPr>
          <w:bCs/>
          <w:lang w:val="en-GB"/>
        </w:rPr>
        <w:t>3</w:t>
      </w:r>
      <w:r w:rsidRPr="00AE651A">
        <w:rPr>
          <w:bCs/>
          <w:lang w:val="en-GB"/>
        </w:rPr>
        <w:t>, 2025 –</w:t>
      </w:r>
      <w:r w:rsidR="009B5BF2">
        <w:rPr>
          <w:lang w:val="en-GB"/>
        </w:rPr>
        <w:t xml:space="preserve"> </w:t>
      </w:r>
      <w:r w:rsidR="00D10C6D" w:rsidRPr="00375CAA">
        <w:rPr>
          <w:lang w:val="en-GB"/>
        </w:rPr>
        <w:t xml:space="preserve">The four rings are taking a progressive step: in an increasingly complex world, Audi is uncompromising in its commitment to clarity. </w:t>
      </w:r>
      <w:r w:rsidR="004255D0" w:rsidRPr="00AE651A">
        <w:rPr>
          <w:lang w:val="en-GB"/>
        </w:rPr>
        <w:t>Audi is offering a definitive preview of the design of future models</w:t>
      </w:r>
      <w:r w:rsidR="000A0B3F">
        <w:rPr>
          <w:lang w:val="en-GB"/>
        </w:rPr>
        <w:t xml:space="preserve"> by</w:t>
      </w:r>
      <w:r w:rsidR="00377835" w:rsidRPr="00AE651A">
        <w:rPr>
          <w:rFonts w:eastAsiaTheme="minorEastAsia"/>
          <w:lang w:val="en-GB"/>
        </w:rPr>
        <w:t xml:space="preserve"> </w:t>
      </w:r>
      <w:r w:rsidRPr="00AE651A">
        <w:rPr>
          <w:rFonts w:eastAsiaTheme="minorEastAsia"/>
          <w:lang w:val="en-GB"/>
        </w:rPr>
        <w:t>introduc</w:t>
      </w:r>
      <w:r w:rsidR="000A0B3F">
        <w:rPr>
          <w:rFonts w:eastAsiaTheme="minorEastAsia"/>
          <w:lang w:val="en-GB"/>
        </w:rPr>
        <w:t>ing</w:t>
      </w:r>
      <w:r w:rsidRPr="00AE651A">
        <w:rPr>
          <w:rFonts w:eastAsiaTheme="minorEastAsia"/>
          <w:lang w:val="en-GB"/>
        </w:rPr>
        <w:t xml:space="preserve"> the Audi Concept C – an all-electric two-seat sports car that embodies the brand’s new design philosophy and paves the way for the future. </w:t>
      </w:r>
    </w:p>
    <w:p w14:paraId="4211D352" w14:textId="77777777" w:rsidR="00361C4F" w:rsidRPr="00AE651A" w:rsidRDefault="00361C4F" w:rsidP="00AE651A">
      <w:pPr>
        <w:pStyle w:val="000Copy"/>
        <w:rPr>
          <w:lang w:val="en-GB"/>
        </w:rPr>
      </w:pPr>
    </w:p>
    <w:p w14:paraId="48503036" w14:textId="3699BE97" w:rsidR="00C24ED2" w:rsidRDefault="00BA6A97" w:rsidP="00C24ED2">
      <w:pPr>
        <w:pStyle w:val="000Copy"/>
        <w:rPr>
          <w:lang w:val="en-GB"/>
        </w:rPr>
      </w:pPr>
      <w:r w:rsidRPr="00AE651A">
        <w:rPr>
          <w:b/>
          <w:bCs/>
          <w:lang w:val="en-GB"/>
        </w:rPr>
        <w:t xml:space="preserve">Held under the banner “Strive for Clarity,” the event in Milan marked the next chapter in the company's transformation. </w:t>
      </w:r>
      <w:r w:rsidR="002D1ACE" w:rsidRPr="00AE651A">
        <w:rPr>
          <w:b/>
          <w:bCs/>
          <w:lang w:val="en-GB"/>
        </w:rPr>
        <w:t>The new design philosophy is part of Audi's fundamental realignment and represents a new beginning for the company as a whole. Products, processes, and structures are focused on what is essential, creating space for innovation and technological leadership.</w:t>
      </w:r>
    </w:p>
    <w:p w14:paraId="359D74CD" w14:textId="77777777" w:rsidR="00361C4F" w:rsidRPr="00AE651A" w:rsidRDefault="00361C4F" w:rsidP="00C24ED2">
      <w:pPr>
        <w:pStyle w:val="000Copy"/>
        <w:rPr>
          <w:lang w:val="en-GB"/>
        </w:rPr>
      </w:pPr>
    </w:p>
    <w:p w14:paraId="3A20A015" w14:textId="65AD4D9E" w:rsidR="002E1EAB" w:rsidRPr="00AE651A" w:rsidRDefault="00140532" w:rsidP="00C24ED2">
      <w:pPr>
        <w:pStyle w:val="000Copy"/>
        <w:rPr>
          <w:lang w:val="en-GB"/>
        </w:rPr>
      </w:pPr>
      <w:r w:rsidRPr="00375CAA">
        <w:rPr>
          <w:lang w:val="en-GB"/>
        </w:rPr>
        <w:t xml:space="preserve">From every angle, the concept car demonstrates radical simplicity – the core of the new Audi design philosophy. </w:t>
      </w:r>
      <w:r w:rsidR="002E1EAB" w:rsidRPr="00AE651A">
        <w:rPr>
          <w:lang w:val="en-GB"/>
        </w:rPr>
        <w:t xml:space="preserve">The Audi Concept C embodies athletic minimalism with </w:t>
      </w:r>
      <w:r w:rsidR="003E031B" w:rsidRPr="00AE651A">
        <w:rPr>
          <w:lang w:val="en-GB"/>
        </w:rPr>
        <w:t xml:space="preserve">a </w:t>
      </w:r>
      <w:r w:rsidR="002E1EAB" w:rsidRPr="00AE651A">
        <w:rPr>
          <w:lang w:val="en-GB"/>
        </w:rPr>
        <w:t>purity of form, precision</w:t>
      </w:r>
      <w:r w:rsidR="001B0A2D" w:rsidRPr="00AE651A">
        <w:rPr>
          <w:lang w:val="en-GB"/>
        </w:rPr>
        <w:t>,</w:t>
      </w:r>
      <w:r w:rsidR="002E1EAB" w:rsidRPr="00AE651A">
        <w:rPr>
          <w:lang w:val="en-GB"/>
        </w:rPr>
        <w:t xml:space="preserve"> and solidity. Tension is created by the interplay of full and restrained surfaces intersected by a single line</w:t>
      </w:r>
      <w:r w:rsidR="00584C3A" w:rsidRPr="00AE651A">
        <w:rPr>
          <w:lang w:val="en-GB"/>
        </w:rPr>
        <w:t xml:space="preserve">. </w:t>
      </w:r>
      <w:r w:rsidR="00E81993" w:rsidRPr="00AE651A">
        <w:rPr>
          <w:lang w:val="en-GB"/>
        </w:rPr>
        <w:t>Together, the</w:t>
      </w:r>
      <w:r w:rsidR="009B06B9" w:rsidRPr="00AE651A">
        <w:rPr>
          <w:lang w:val="en-GB"/>
        </w:rPr>
        <w:t>se elements</w:t>
      </w:r>
      <w:r w:rsidR="002E1EAB" w:rsidRPr="00AE651A">
        <w:rPr>
          <w:lang w:val="en-GB"/>
        </w:rPr>
        <w:t xml:space="preserve"> define the essence of the architecture. </w:t>
      </w:r>
      <w:r w:rsidR="002D1ACE" w:rsidRPr="00AE651A">
        <w:rPr>
          <w:lang w:val="en-GB"/>
        </w:rPr>
        <w:t>The new Audi brand face features the vertical frame that reimagines the brand’s legacy and a distinctive four-element light signature. The roof concept offers the benefits of a convertible while retaining the essence of a monolithic body style. High-quality materials demonstrate precision in every detail. A minimalist design ensures the interior is free from distractions. Shy tech solutions and solid haptic controls create an intuitive and emotional experience.</w:t>
      </w:r>
    </w:p>
    <w:p w14:paraId="48B367A3" w14:textId="77777777" w:rsidR="004E7157" w:rsidRPr="00AE651A" w:rsidRDefault="004E7157" w:rsidP="00C24ED2">
      <w:pPr>
        <w:pStyle w:val="000Copy"/>
        <w:rPr>
          <w:lang w:val="en-GB"/>
        </w:rPr>
      </w:pPr>
    </w:p>
    <w:p w14:paraId="2A23594B" w14:textId="77777777" w:rsidR="0047132B" w:rsidRDefault="00C24ED2" w:rsidP="00C24ED2">
      <w:pPr>
        <w:widowControl w:val="0"/>
        <w:suppressAutoHyphens/>
        <w:spacing w:after="240" w:line="300" w:lineRule="exact"/>
        <w:rPr>
          <w:rFonts w:eastAsia="Times New Roman" w:cs="Times New Roman"/>
          <w:szCs w:val="20"/>
          <w:lang w:val="en-GB" w:eastAsia="de-DE"/>
        </w:rPr>
      </w:pPr>
      <w:r w:rsidRPr="00AE651A">
        <w:rPr>
          <w:rFonts w:eastAsia="Times New Roman" w:cs="Times New Roman"/>
          <w:szCs w:val="20"/>
          <w:lang w:val="en-GB" w:eastAsia="de-DE"/>
        </w:rPr>
        <w:t xml:space="preserve">“Our history is marked by bold leaps in innovation and state-of-the-art technology combined with an uncompromising focus on clarity in design,” emphasizes Audi CEO Gernot </w:t>
      </w:r>
      <w:proofErr w:type="spellStart"/>
      <w:r w:rsidRPr="00AE651A">
        <w:rPr>
          <w:rFonts w:eastAsia="Times New Roman" w:cs="Times New Roman"/>
          <w:szCs w:val="20"/>
          <w:lang w:val="en-GB" w:eastAsia="de-DE"/>
        </w:rPr>
        <w:t>Döllner</w:t>
      </w:r>
      <w:proofErr w:type="spellEnd"/>
      <w:r w:rsidRPr="00AE651A">
        <w:rPr>
          <w:rFonts w:eastAsia="Times New Roman" w:cs="Times New Roman"/>
          <w:szCs w:val="20"/>
          <w:lang w:val="en-GB" w:eastAsia="de-DE"/>
        </w:rPr>
        <w:t xml:space="preserve">. “Our most legendary models perfectly embody this combination.” </w:t>
      </w:r>
    </w:p>
    <w:p w14:paraId="3E95AF49" w14:textId="77777777" w:rsidR="009401A6" w:rsidRPr="00AE651A" w:rsidRDefault="23A88390" w:rsidP="009401A6">
      <w:pPr>
        <w:pStyle w:val="000H2"/>
        <w:rPr>
          <w:lang w:val="en-GB"/>
        </w:rPr>
      </w:pPr>
      <w:r w:rsidRPr="00AE651A">
        <w:rPr>
          <w:lang w:val="en-GB"/>
        </w:rPr>
        <w:t xml:space="preserve">The </w:t>
      </w:r>
      <w:r w:rsidR="1932387B" w:rsidRPr="00AE651A">
        <w:rPr>
          <w:lang w:val="en-GB"/>
        </w:rPr>
        <w:t>v</w:t>
      </w:r>
      <w:r w:rsidR="0B1C89CE" w:rsidRPr="00AE651A">
        <w:rPr>
          <w:lang w:val="en-GB"/>
        </w:rPr>
        <w:t>ertical</w:t>
      </w:r>
      <w:r w:rsidR="002E1EAB" w:rsidRPr="00AE651A">
        <w:rPr>
          <w:lang w:val="en-GB"/>
        </w:rPr>
        <w:t xml:space="preserve"> frame </w:t>
      </w:r>
      <w:r w:rsidR="0B1C89CE" w:rsidRPr="00AE651A">
        <w:rPr>
          <w:lang w:val="en-GB"/>
        </w:rPr>
        <w:t>shap</w:t>
      </w:r>
      <w:r w:rsidR="1932387B" w:rsidRPr="00AE651A">
        <w:rPr>
          <w:lang w:val="en-GB"/>
        </w:rPr>
        <w:t>es</w:t>
      </w:r>
      <w:r w:rsidR="002E1EAB" w:rsidRPr="00AE651A">
        <w:rPr>
          <w:lang w:val="en-GB"/>
        </w:rPr>
        <w:t xml:space="preserve"> the front</w:t>
      </w:r>
    </w:p>
    <w:p w14:paraId="10AA27A3" w14:textId="00A8329F" w:rsidR="002E1EAB" w:rsidRPr="00AE651A" w:rsidRDefault="00426AA9" w:rsidP="00C24ED2">
      <w:pPr>
        <w:pStyle w:val="000Copy"/>
        <w:rPr>
          <w:lang w:val="en-GB"/>
        </w:rPr>
      </w:pPr>
      <w:r w:rsidRPr="00AE651A">
        <w:rPr>
          <w:lang w:val="en-GB"/>
        </w:rPr>
        <w:t>The Audi Concept C</w:t>
      </w:r>
      <w:r w:rsidR="000A0B3F">
        <w:rPr>
          <w:lang w:val="en-GB"/>
        </w:rPr>
        <w:t xml:space="preserve"> </w:t>
      </w:r>
      <w:r w:rsidRPr="00AE651A">
        <w:rPr>
          <w:lang w:val="en-GB"/>
        </w:rPr>
        <w:t xml:space="preserve">is the first manifestation of this new design philosophy. </w:t>
      </w:r>
      <w:r w:rsidR="712B8140" w:rsidRPr="00AE651A">
        <w:rPr>
          <w:lang w:val="en-GB"/>
        </w:rPr>
        <w:t xml:space="preserve">The vertical frame forms the </w:t>
      </w:r>
      <w:r w:rsidR="000A0B3F" w:rsidRPr="000A0B3F">
        <w:rPr>
          <w:lang w:val="en-GB"/>
        </w:rPr>
        <w:t>centre</w:t>
      </w:r>
      <w:r w:rsidR="712B8140" w:rsidRPr="00AE651A">
        <w:rPr>
          <w:lang w:val="en-GB"/>
        </w:rPr>
        <w:t xml:space="preserve"> of the new front, from which the entire structural volume of the vehicle develops. Inspired by the Auto Union Type C (1936) and the third</w:t>
      </w:r>
      <w:r w:rsidR="4A22C822" w:rsidRPr="00AE651A">
        <w:rPr>
          <w:lang w:val="en-GB"/>
        </w:rPr>
        <w:t>-</w:t>
      </w:r>
      <w:r w:rsidR="712B8140" w:rsidRPr="00AE651A">
        <w:rPr>
          <w:lang w:val="en-GB"/>
        </w:rPr>
        <w:t xml:space="preserve">generation Audi A6 (2004), it </w:t>
      </w:r>
      <w:r w:rsidR="3940300D" w:rsidRPr="00AE651A">
        <w:rPr>
          <w:lang w:val="en-GB"/>
        </w:rPr>
        <w:t xml:space="preserve">has </w:t>
      </w:r>
      <w:r w:rsidR="712B8140" w:rsidRPr="00AE651A">
        <w:rPr>
          <w:lang w:val="en-GB"/>
        </w:rPr>
        <w:t>a clear, upright form that conveys presence and identity. It is a progressive interpretation of Audi’s legacy, showcases the Audi rings</w:t>
      </w:r>
      <w:r w:rsidR="6938DFF5" w:rsidRPr="00AE651A">
        <w:rPr>
          <w:lang w:val="en-GB"/>
        </w:rPr>
        <w:t>,</w:t>
      </w:r>
      <w:r w:rsidR="712B8140" w:rsidRPr="00AE651A">
        <w:rPr>
          <w:lang w:val="en-GB"/>
        </w:rPr>
        <w:t xml:space="preserve"> and integrates </w:t>
      </w:r>
      <w:r w:rsidR="70E9DC66" w:rsidRPr="00AE651A">
        <w:rPr>
          <w:lang w:val="en-GB"/>
        </w:rPr>
        <w:t xml:space="preserve">forward-looking </w:t>
      </w:r>
      <w:r w:rsidR="712B8140" w:rsidRPr="00AE651A">
        <w:rPr>
          <w:lang w:val="en-GB"/>
        </w:rPr>
        <w:t xml:space="preserve">technology. </w:t>
      </w:r>
      <w:r w:rsidR="1F35B67D" w:rsidRPr="00AE651A">
        <w:rPr>
          <w:lang w:val="en-GB"/>
        </w:rPr>
        <w:t>A strong shoulder line defines t</w:t>
      </w:r>
      <w:r w:rsidR="712B8140" w:rsidRPr="00AE651A">
        <w:rPr>
          <w:lang w:val="en-GB"/>
        </w:rPr>
        <w:t xml:space="preserve">he volume of the </w:t>
      </w:r>
      <w:r w:rsidR="712B8140" w:rsidRPr="00AE651A">
        <w:rPr>
          <w:rFonts w:eastAsia="Yu Mincho" w:cs="Arial"/>
          <w:lang w:val="en-GB"/>
        </w:rPr>
        <w:t>two-seat sports car</w:t>
      </w:r>
      <w:r w:rsidR="1F35B67D" w:rsidRPr="00AE651A">
        <w:rPr>
          <w:rFonts w:eastAsia="Yu Mincho" w:cs="Arial"/>
          <w:lang w:val="en-GB"/>
        </w:rPr>
        <w:t>. Its</w:t>
      </w:r>
      <w:r w:rsidR="764ECDD0" w:rsidRPr="00AE651A">
        <w:rPr>
          <w:rFonts w:eastAsia="Yu Mincho" w:cs="Arial"/>
          <w:lang w:val="en-GB"/>
        </w:rPr>
        <w:t xml:space="preserve"> </w:t>
      </w:r>
      <w:r w:rsidR="712B8140" w:rsidRPr="00AE651A">
        <w:rPr>
          <w:rFonts w:eastAsia="Yu Mincho" w:cs="Arial"/>
          <w:lang w:val="en-GB"/>
        </w:rPr>
        <w:t xml:space="preserve">proportions </w:t>
      </w:r>
      <w:r w:rsidR="1F35B67D" w:rsidRPr="00AE651A">
        <w:rPr>
          <w:rFonts w:eastAsia="Yu Mincho" w:cs="Arial"/>
          <w:lang w:val="en-GB"/>
        </w:rPr>
        <w:t xml:space="preserve">result from </w:t>
      </w:r>
      <w:r w:rsidR="712B8140" w:rsidRPr="00AE651A">
        <w:rPr>
          <w:rFonts w:eastAsia="Yu Mincho" w:cs="Arial"/>
          <w:lang w:val="en-GB"/>
        </w:rPr>
        <w:t xml:space="preserve">a </w:t>
      </w:r>
      <w:r w:rsidR="712B8140" w:rsidRPr="00AE651A">
        <w:rPr>
          <w:rFonts w:eastAsia="Yu Mincho" w:cs="Arial"/>
          <w:lang w:val="en-GB"/>
        </w:rPr>
        <w:lastRenderedPageBreak/>
        <w:t xml:space="preserve">central-battery </w:t>
      </w:r>
      <w:r w:rsidR="203872D1" w:rsidRPr="00AE651A">
        <w:rPr>
          <w:lang w:val="en-GB"/>
        </w:rPr>
        <w:t>layout</w:t>
      </w:r>
      <w:r w:rsidR="712B8140" w:rsidRPr="00AE651A">
        <w:rPr>
          <w:lang w:val="en-GB"/>
        </w:rPr>
        <w:t xml:space="preserve">. The cabin extends far back and sits firmly on the body. </w:t>
      </w:r>
      <w:r w:rsidR="5BBD88A7" w:rsidRPr="00AE651A">
        <w:rPr>
          <w:lang w:val="en-GB"/>
        </w:rPr>
        <w:t xml:space="preserve">An </w:t>
      </w:r>
      <w:r w:rsidR="712B8140" w:rsidRPr="00AE651A">
        <w:rPr>
          <w:lang w:val="en-GB"/>
        </w:rPr>
        <w:t>electric</w:t>
      </w:r>
      <w:r w:rsidR="4E46E685" w:rsidRPr="00AE651A">
        <w:rPr>
          <w:lang w:val="en-GB"/>
        </w:rPr>
        <w:t>ally</w:t>
      </w:r>
      <w:r w:rsidR="712B8140" w:rsidRPr="00AE651A">
        <w:rPr>
          <w:lang w:val="en-GB"/>
        </w:rPr>
        <w:t xml:space="preserve"> retractable hardtop is used </w:t>
      </w:r>
      <w:r w:rsidR="0FB186F8" w:rsidRPr="00AE651A">
        <w:rPr>
          <w:lang w:val="en-GB"/>
        </w:rPr>
        <w:t>on an</w:t>
      </w:r>
      <w:r w:rsidR="40E4A5DE" w:rsidRPr="00AE651A">
        <w:rPr>
          <w:lang w:val="en-GB"/>
        </w:rPr>
        <w:t xml:space="preserve"> </w:t>
      </w:r>
      <w:r w:rsidR="712B8140" w:rsidRPr="00AE651A">
        <w:rPr>
          <w:lang w:val="en-GB"/>
        </w:rPr>
        <w:t xml:space="preserve">Audi </w:t>
      </w:r>
      <w:r w:rsidR="062D3C58" w:rsidRPr="00AE651A">
        <w:rPr>
          <w:lang w:val="en-GB"/>
        </w:rPr>
        <w:t xml:space="preserve">roadster </w:t>
      </w:r>
      <w:r w:rsidR="712B8140" w:rsidRPr="00AE651A">
        <w:rPr>
          <w:lang w:val="en-GB"/>
        </w:rPr>
        <w:t xml:space="preserve">for the first time. It </w:t>
      </w:r>
      <w:r w:rsidR="6BF15F88" w:rsidRPr="00AE651A">
        <w:rPr>
          <w:lang w:val="en-GB"/>
        </w:rPr>
        <w:t>is comprised</w:t>
      </w:r>
      <w:r w:rsidR="712B8140" w:rsidRPr="00AE651A">
        <w:rPr>
          <w:lang w:val="en-GB"/>
        </w:rPr>
        <w:t xml:space="preserve"> of two roof elements which allow </w:t>
      </w:r>
      <w:r w:rsidR="6BF15F88" w:rsidRPr="00AE651A">
        <w:rPr>
          <w:lang w:val="en-GB"/>
        </w:rPr>
        <w:t>the vehicle to retain a</w:t>
      </w:r>
      <w:r w:rsidR="712B8140" w:rsidRPr="00AE651A">
        <w:rPr>
          <w:lang w:val="en-GB"/>
        </w:rPr>
        <w:t xml:space="preserve"> monolithic shape, while also </w:t>
      </w:r>
      <w:r w:rsidR="78741F26" w:rsidRPr="00AE651A">
        <w:rPr>
          <w:lang w:val="en-GB"/>
        </w:rPr>
        <w:t>enabling an</w:t>
      </w:r>
      <w:r w:rsidR="712B8140" w:rsidRPr="00AE651A">
        <w:rPr>
          <w:lang w:val="en-GB"/>
        </w:rPr>
        <w:t xml:space="preserve"> open-top driving </w:t>
      </w:r>
      <w:r w:rsidR="2E3C2213" w:rsidRPr="00AE651A">
        <w:rPr>
          <w:lang w:val="en-GB"/>
        </w:rPr>
        <w:t>experience</w:t>
      </w:r>
      <w:r w:rsidR="712B8140" w:rsidRPr="00AE651A">
        <w:rPr>
          <w:lang w:val="en-GB"/>
        </w:rPr>
        <w:t xml:space="preserve">. </w:t>
      </w:r>
      <w:r w:rsidR="50FF9365" w:rsidRPr="00AE651A">
        <w:rPr>
          <w:lang w:val="en-GB"/>
        </w:rPr>
        <w:t>At the rear, c</w:t>
      </w:r>
      <w:r w:rsidR="712B8140" w:rsidRPr="00AE651A">
        <w:rPr>
          <w:lang w:val="en-GB"/>
        </w:rPr>
        <w:t xml:space="preserve">lean surfaces and horizontal </w:t>
      </w:r>
      <w:r w:rsidR="5897BE38" w:rsidRPr="00AE651A">
        <w:rPr>
          <w:lang w:val="en-GB"/>
        </w:rPr>
        <w:t xml:space="preserve">slats </w:t>
      </w:r>
      <w:r w:rsidR="712B8140" w:rsidRPr="00AE651A">
        <w:rPr>
          <w:lang w:val="en-GB"/>
        </w:rPr>
        <w:t xml:space="preserve">underscore </w:t>
      </w:r>
      <w:r w:rsidR="5897BE38" w:rsidRPr="00AE651A">
        <w:rPr>
          <w:lang w:val="en-GB"/>
        </w:rPr>
        <w:t xml:space="preserve">the car’s </w:t>
      </w:r>
      <w:r w:rsidR="712B8140" w:rsidRPr="00AE651A">
        <w:rPr>
          <w:lang w:val="en-GB"/>
        </w:rPr>
        <w:t xml:space="preserve">sporty character. </w:t>
      </w:r>
    </w:p>
    <w:p w14:paraId="3977CB57" w14:textId="77777777" w:rsidR="00C24ED2" w:rsidRPr="00AE651A" w:rsidRDefault="00C24ED2" w:rsidP="00C24ED2">
      <w:pPr>
        <w:pStyle w:val="000Copy"/>
        <w:rPr>
          <w:lang w:val="en-GB"/>
        </w:rPr>
      </w:pPr>
    </w:p>
    <w:p w14:paraId="6ABF622B" w14:textId="5414B49D" w:rsidR="002E1EAB" w:rsidRPr="00AE651A" w:rsidRDefault="002E1EAB" w:rsidP="00C24ED2">
      <w:pPr>
        <w:pStyle w:val="000Copy"/>
        <w:rPr>
          <w:lang w:val="en-GB"/>
        </w:rPr>
      </w:pPr>
      <w:r w:rsidRPr="00AE651A">
        <w:rPr>
          <w:lang w:val="en-GB"/>
        </w:rPr>
        <w:t>The Audi Concept C introduces a new light signature featuring four horizontal</w:t>
      </w:r>
      <w:r w:rsidR="0BD62318" w:rsidRPr="00AE651A">
        <w:rPr>
          <w:lang w:val="en-GB"/>
        </w:rPr>
        <w:t>ly arranged</w:t>
      </w:r>
      <w:r w:rsidR="4CD21D5B" w:rsidRPr="00AE651A">
        <w:rPr>
          <w:lang w:val="en-GB"/>
        </w:rPr>
        <w:t xml:space="preserve"> elements</w:t>
      </w:r>
      <w:r w:rsidR="3661C965" w:rsidRPr="00AE651A">
        <w:rPr>
          <w:lang w:val="en-GB"/>
        </w:rPr>
        <w:t xml:space="preserve"> in each headlight and rear light</w:t>
      </w:r>
      <w:r w:rsidRPr="00AE651A">
        <w:rPr>
          <w:lang w:val="en-GB"/>
        </w:rPr>
        <w:t>. This design element will define Audi</w:t>
      </w:r>
      <w:r w:rsidR="70E966FF" w:rsidRPr="00AE651A">
        <w:rPr>
          <w:lang w:val="en-GB"/>
        </w:rPr>
        <w:t>’</w:t>
      </w:r>
      <w:r w:rsidRPr="00AE651A">
        <w:rPr>
          <w:lang w:val="en-GB"/>
        </w:rPr>
        <w:t xml:space="preserve">s visual identity during both day and night, ensuring an unmistakable presence on the road. The exterior of the Audi Concept C is presented in the </w:t>
      </w:r>
      <w:r w:rsidR="007A63E1" w:rsidRPr="00AE651A">
        <w:rPr>
          <w:lang w:val="en-GB"/>
        </w:rPr>
        <w:t>colo</w:t>
      </w:r>
      <w:r w:rsidR="000A0B3F">
        <w:rPr>
          <w:lang w:val="en-GB"/>
        </w:rPr>
        <w:t>u</w:t>
      </w:r>
      <w:r w:rsidR="007A63E1" w:rsidRPr="00AE651A">
        <w:rPr>
          <w:lang w:val="en-GB"/>
        </w:rPr>
        <w:t>r</w:t>
      </w:r>
      <w:r w:rsidRPr="00AE651A">
        <w:rPr>
          <w:lang w:val="en-GB"/>
        </w:rPr>
        <w:t xml:space="preserve"> </w:t>
      </w:r>
      <w:r w:rsidR="007A63E1" w:rsidRPr="00AE651A">
        <w:rPr>
          <w:lang w:val="en-GB"/>
        </w:rPr>
        <w:t>“</w:t>
      </w:r>
      <w:r w:rsidRPr="00AE651A">
        <w:rPr>
          <w:lang w:val="en-GB"/>
        </w:rPr>
        <w:t>Titanium</w:t>
      </w:r>
      <w:r w:rsidR="00FB08F3" w:rsidRPr="00AE651A">
        <w:rPr>
          <w:lang w:val="en-GB"/>
        </w:rPr>
        <w:t>.</w:t>
      </w:r>
      <w:r w:rsidR="007A63E1" w:rsidRPr="00AE651A">
        <w:rPr>
          <w:lang w:val="en-GB"/>
        </w:rPr>
        <w:t>”</w:t>
      </w:r>
      <w:r w:rsidRPr="00AE651A">
        <w:rPr>
          <w:lang w:val="en-GB"/>
        </w:rPr>
        <w:t xml:space="preserve"> </w:t>
      </w:r>
      <w:r w:rsidR="007A63E1" w:rsidRPr="00AE651A">
        <w:rPr>
          <w:lang w:val="en-GB"/>
        </w:rPr>
        <w:t>It</w:t>
      </w:r>
      <w:r w:rsidRPr="00AE651A">
        <w:rPr>
          <w:lang w:val="en-GB"/>
        </w:rPr>
        <w:t xml:space="preserve"> evokes warm</w:t>
      </w:r>
      <w:r w:rsidR="007A63E1" w:rsidRPr="00AE651A">
        <w:rPr>
          <w:lang w:val="en-GB"/>
        </w:rPr>
        <w:t>,</w:t>
      </w:r>
      <w:r w:rsidR="00E91177" w:rsidRPr="00AE651A">
        <w:rPr>
          <w:lang w:val="en-GB"/>
        </w:rPr>
        <w:t xml:space="preserve"> </w:t>
      </w:r>
      <w:r w:rsidRPr="00AE651A">
        <w:rPr>
          <w:lang w:val="en-GB"/>
        </w:rPr>
        <w:t xml:space="preserve">technical elegance and is inspired by the </w:t>
      </w:r>
      <w:proofErr w:type="spellStart"/>
      <w:r w:rsidR="4ED3F45F" w:rsidRPr="00AE651A">
        <w:rPr>
          <w:lang w:val="en-GB"/>
        </w:rPr>
        <w:t>luster</w:t>
      </w:r>
      <w:proofErr w:type="spellEnd"/>
      <w:r w:rsidR="4ED3F45F" w:rsidRPr="00AE651A">
        <w:rPr>
          <w:lang w:val="en-GB"/>
        </w:rPr>
        <w:t xml:space="preserve"> </w:t>
      </w:r>
      <w:r w:rsidRPr="00AE651A">
        <w:rPr>
          <w:lang w:val="en-GB"/>
        </w:rPr>
        <w:t xml:space="preserve">of its </w:t>
      </w:r>
      <w:r w:rsidR="00597CDD" w:rsidRPr="00AE651A">
        <w:rPr>
          <w:lang w:val="en-GB"/>
        </w:rPr>
        <w:t>namesake metal</w:t>
      </w:r>
      <w:r w:rsidRPr="00AE651A">
        <w:rPr>
          <w:lang w:val="en-GB"/>
        </w:rPr>
        <w:t xml:space="preserve"> – a </w:t>
      </w:r>
      <w:r w:rsidR="00597CDD" w:rsidRPr="00AE651A">
        <w:rPr>
          <w:lang w:val="en-GB"/>
        </w:rPr>
        <w:t xml:space="preserve">material </w:t>
      </w:r>
      <w:r w:rsidRPr="00AE651A">
        <w:rPr>
          <w:lang w:val="en-GB"/>
        </w:rPr>
        <w:t>that embodies precision, lightness, and strength.</w:t>
      </w:r>
    </w:p>
    <w:p w14:paraId="70F2D022" w14:textId="77777777" w:rsidR="009401A6" w:rsidRPr="00AE651A" w:rsidRDefault="002E1EAB" w:rsidP="009401A6">
      <w:pPr>
        <w:pStyle w:val="000H2"/>
        <w:rPr>
          <w:lang w:val="en-GB"/>
        </w:rPr>
      </w:pPr>
      <w:r w:rsidRPr="00AE651A">
        <w:rPr>
          <w:lang w:val="en-GB"/>
        </w:rPr>
        <w:t>Sophisticated atmosphere in the interior</w:t>
      </w:r>
    </w:p>
    <w:p w14:paraId="4B25F02D" w14:textId="679E15B3" w:rsidR="002E1EAB" w:rsidRPr="00AE651A" w:rsidRDefault="002E1EAB" w:rsidP="00C24ED2">
      <w:pPr>
        <w:pStyle w:val="000Copy"/>
        <w:rPr>
          <w:rFonts w:ascii="Audi Type Extended" w:hAnsi="Audi Type Extended"/>
          <w:b/>
          <w:bCs/>
          <w:lang w:val="en-GB"/>
        </w:rPr>
      </w:pPr>
      <w:r w:rsidRPr="00AE651A">
        <w:rPr>
          <w:lang w:val="en-GB"/>
        </w:rPr>
        <w:t xml:space="preserve">The interior features strong architectural surfaces and clear geometric forms </w:t>
      </w:r>
      <w:r w:rsidR="007C6510" w:rsidRPr="00AE651A">
        <w:rPr>
          <w:lang w:val="en-GB"/>
        </w:rPr>
        <w:t xml:space="preserve">that </w:t>
      </w:r>
      <w:r w:rsidRPr="00AE651A">
        <w:rPr>
          <w:lang w:val="en-GB"/>
        </w:rPr>
        <w:t>ensure space for both</w:t>
      </w:r>
      <w:r w:rsidRPr="00AE651A">
        <w:rPr>
          <w:rFonts w:ascii="Audi Type Extended" w:hAnsi="Audi Type Extended"/>
          <w:b/>
          <w:bCs/>
          <w:lang w:val="en-GB"/>
        </w:rPr>
        <w:t xml:space="preserve"> </w:t>
      </w:r>
      <w:r w:rsidRPr="00AE651A">
        <w:rPr>
          <w:lang w:val="en-GB"/>
        </w:rPr>
        <w:t xml:space="preserve">occupants while subtly </w:t>
      </w:r>
      <w:r w:rsidR="00FA15F7" w:rsidRPr="00AE651A">
        <w:rPr>
          <w:lang w:val="en-GB"/>
        </w:rPr>
        <w:t xml:space="preserve">placing </w:t>
      </w:r>
      <w:r w:rsidRPr="00AE651A">
        <w:rPr>
          <w:lang w:val="en-GB"/>
        </w:rPr>
        <w:t>the driver</w:t>
      </w:r>
      <w:r w:rsidR="00FA15F7" w:rsidRPr="00AE651A">
        <w:rPr>
          <w:lang w:val="en-GB"/>
        </w:rPr>
        <w:t xml:space="preserve"> at the </w:t>
      </w:r>
      <w:r w:rsidR="000A0B3F" w:rsidRPr="000A0B3F">
        <w:rPr>
          <w:lang w:val="en-GB"/>
        </w:rPr>
        <w:t>centre</w:t>
      </w:r>
      <w:r w:rsidRPr="00AE651A">
        <w:rPr>
          <w:lang w:val="en-GB"/>
        </w:rPr>
        <w:t xml:space="preserve">. </w:t>
      </w:r>
      <w:r w:rsidR="005B6297" w:rsidRPr="00AE651A">
        <w:rPr>
          <w:lang w:val="en-GB"/>
        </w:rPr>
        <w:t>Manufactured from</w:t>
      </w:r>
      <w:r w:rsidR="00652D4C" w:rsidRPr="00AE651A">
        <w:rPr>
          <w:lang w:val="en-GB"/>
        </w:rPr>
        <w:t xml:space="preserve"> a</w:t>
      </w:r>
      <w:r w:rsidRPr="00AE651A">
        <w:rPr>
          <w:lang w:val="en-GB"/>
        </w:rPr>
        <w:t xml:space="preserve">nodized </w:t>
      </w:r>
      <w:r w:rsidR="000A0B3F" w:rsidRPr="000A0B3F">
        <w:rPr>
          <w:lang w:val="en-GB"/>
        </w:rPr>
        <w:t>aluminium</w:t>
      </w:r>
      <w:r w:rsidR="00652D4C" w:rsidRPr="00AE651A">
        <w:rPr>
          <w:lang w:val="en-GB"/>
        </w:rPr>
        <w:t>, physical</w:t>
      </w:r>
      <w:r w:rsidRPr="00AE651A">
        <w:rPr>
          <w:lang w:val="en-GB"/>
        </w:rPr>
        <w:t xml:space="preserve"> controls provide a tactile experience that reflects mechanical quality – through their appearance, feel</w:t>
      </w:r>
      <w:r w:rsidR="00652D4C" w:rsidRPr="00AE651A">
        <w:rPr>
          <w:lang w:val="en-GB"/>
        </w:rPr>
        <w:t>,</w:t>
      </w:r>
      <w:r w:rsidRPr="00AE651A">
        <w:rPr>
          <w:lang w:val="en-GB"/>
        </w:rPr>
        <w:t xml:space="preserve"> and the unmistakable “Audi click”. </w:t>
      </w:r>
      <w:r w:rsidR="00652D4C" w:rsidRPr="00AE651A">
        <w:rPr>
          <w:lang w:val="en-GB"/>
        </w:rPr>
        <w:t>The steering wheel form</w:t>
      </w:r>
      <w:r w:rsidR="00A2660F" w:rsidRPr="00AE651A">
        <w:rPr>
          <w:lang w:val="en-GB"/>
        </w:rPr>
        <w:t xml:space="preserve">s the </w:t>
      </w:r>
      <w:r w:rsidRPr="00AE651A">
        <w:rPr>
          <w:lang w:val="en-GB"/>
        </w:rPr>
        <w:t xml:space="preserve">core of the refined tactile experience: </w:t>
      </w:r>
      <w:r w:rsidR="00A2660F" w:rsidRPr="00AE651A">
        <w:rPr>
          <w:lang w:val="en-GB"/>
        </w:rPr>
        <w:t>i</w:t>
      </w:r>
      <w:r w:rsidRPr="00AE651A">
        <w:rPr>
          <w:lang w:val="en-GB"/>
        </w:rPr>
        <w:t>ts characteristics – the round shape, the sophisticated haptic elements</w:t>
      </w:r>
      <w:r w:rsidR="00A2660F" w:rsidRPr="00AE651A">
        <w:rPr>
          <w:lang w:val="en-GB"/>
        </w:rPr>
        <w:t>,</w:t>
      </w:r>
      <w:r w:rsidRPr="00AE651A">
        <w:rPr>
          <w:lang w:val="en-GB"/>
        </w:rPr>
        <w:t xml:space="preserve"> and the Audi rings </w:t>
      </w:r>
      <w:proofErr w:type="gramStart"/>
      <w:r w:rsidRPr="00AE651A">
        <w:rPr>
          <w:lang w:val="en-GB"/>
        </w:rPr>
        <w:t>made out of</w:t>
      </w:r>
      <w:proofErr w:type="gramEnd"/>
      <w:r w:rsidRPr="00AE651A">
        <w:rPr>
          <w:lang w:val="en-GB"/>
        </w:rPr>
        <w:t xml:space="preserve"> real metal in the </w:t>
      </w:r>
      <w:r w:rsidR="000A0B3F" w:rsidRPr="000A0B3F">
        <w:rPr>
          <w:lang w:val="en-GB"/>
        </w:rPr>
        <w:t>centre</w:t>
      </w:r>
      <w:r w:rsidRPr="00AE651A">
        <w:rPr>
          <w:lang w:val="en-GB"/>
        </w:rPr>
        <w:t xml:space="preserve"> – are crafted with the utmost technical precision. Every material contributes to the pure and sophisticated atmosphere</w:t>
      </w:r>
      <w:r w:rsidR="00EF14AF" w:rsidRPr="00AE651A">
        <w:rPr>
          <w:lang w:val="en-GB"/>
        </w:rPr>
        <w:t xml:space="preserve"> </w:t>
      </w:r>
      <w:r w:rsidR="006D0270" w:rsidRPr="00AE651A">
        <w:rPr>
          <w:lang w:val="en-GB"/>
        </w:rPr>
        <w:t>of the interior</w:t>
      </w:r>
      <w:r w:rsidRPr="00AE651A">
        <w:rPr>
          <w:lang w:val="en-GB"/>
        </w:rPr>
        <w:t>. The colo</w:t>
      </w:r>
      <w:r w:rsidR="000A0B3F">
        <w:rPr>
          <w:lang w:val="en-GB"/>
        </w:rPr>
        <w:t>u</w:t>
      </w:r>
      <w:r w:rsidRPr="00AE651A">
        <w:rPr>
          <w:lang w:val="en-GB"/>
        </w:rPr>
        <w:t xml:space="preserve">r palette is also inspired by titanium and </w:t>
      </w:r>
      <w:r w:rsidR="00C43A08" w:rsidRPr="00AE651A">
        <w:rPr>
          <w:lang w:val="en-GB"/>
        </w:rPr>
        <w:t xml:space="preserve">exhibits </w:t>
      </w:r>
      <w:r w:rsidRPr="00AE651A">
        <w:rPr>
          <w:lang w:val="en-GB"/>
        </w:rPr>
        <w:t>tone-on-tone harmony. Natural materials create a refined, warm</w:t>
      </w:r>
      <w:r w:rsidR="00476841" w:rsidRPr="00AE651A">
        <w:rPr>
          <w:lang w:val="en-GB"/>
        </w:rPr>
        <w:t>,</w:t>
      </w:r>
      <w:r w:rsidRPr="00AE651A">
        <w:rPr>
          <w:lang w:val="en-GB"/>
        </w:rPr>
        <w:t xml:space="preserve"> and elevated environment. </w:t>
      </w:r>
      <w:r w:rsidR="00476841" w:rsidRPr="00AE651A">
        <w:rPr>
          <w:lang w:val="en-GB"/>
        </w:rPr>
        <w:t>I</w:t>
      </w:r>
      <w:r w:rsidRPr="00AE651A">
        <w:rPr>
          <w:lang w:val="en-GB"/>
        </w:rPr>
        <w:t xml:space="preserve">ndirect ambient lighting </w:t>
      </w:r>
      <w:r w:rsidR="007E335C" w:rsidRPr="00AE651A">
        <w:rPr>
          <w:lang w:val="en-GB"/>
        </w:rPr>
        <w:t>with</w:t>
      </w:r>
      <w:r w:rsidR="00290BE5" w:rsidRPr="00AE651A">
        <w:rPr>
          <w:lang w:val="en-GB"/>
        </w:rPr>
        <w:t xml:space="preserve"> </w:t>
      </w:r>
      <w:r w:rsidR="007E335C" w:rsidRPr="00AE651A">
        <w:rPr>
          <w:lang w:val="en-GB"/>
        </w:rPr>
        <w:t>natural hue</w:t>
      </w:r>
      <w:r w:rsidR="00290BE5" w:rsidRPr="00AE651A">
        <w:rPr>
          <w:lang w:val="en-GB"/>
        </w:rPr>
        <w:t>s</w:t>
      </w:r>
      <w:r w:rsidR="00EC47E6" w:rsidRPr="00AE651A">
        <w:rPr>
          <w:lang w:val="en-GB"/>
        </w:rPr>
        <w:t xml:space="preserve"> accurately</w:t>
      </w:r>
      <w:r w:rsidRPr="00AE651A">
        <w:rPr>
          <w:lang w:val="en-GB"/>
        </w:rPr>
        <w:t xml:space="preserve"> reveals the materials and </w:t>
      </w:r>
      <w:r w:rsidR="00363576" w:rsidRPr="00AE651A">
        <w:rPr>
          <w:lang w:val="en-GB"/>
        </w:rPr>
        <w:t xml:space="preserve">enhances </w:t>
      </w:r>
      <w:r w:rsidRPr="00AE651A">
        <w:rPr>
          <w:lang w:val="en-GB"/>
        </w:rPr>
        <w:t xml:space="preserve">the </w:t>
      </w:r>
      <w:r w:rsidR="00EC47E6" w:rsidRPr="00AE651A">
        <w:rPr>
          <w:lang w:val="en-GB"/>
        </w:rPr>
        <w:t>interior</w:t>
      </w:r>
      <w:r w:rsidR="00D87AF9" w:rsidRPr="00AE651A">
        <w:rPr>
          <w:lang w:val="en-GB"/>
        </w:rPr>
        <w:t xml:space="preserve"> design</w:t>
      </w:r>
      <w:r w:rsidR="00EC47E6" w:rsidRPr="00AE651A">
        <w:rPr>
          <w:lang w:val="en-GB"/>
        </w:rPr>
        <w:t xml:space="preserve">’s </w:t>
      </w:r>
      <w:r w:rsidR="00D87AF9" w:rsidRPr="00AE651A">
        <w:rPr>
          <w:lang w:val="en-GB"/>
        </w:rPr>
        <w:t>evident</w:t>
      </w:r>
      <w:r w:rsidR="008535FB" w:rsidRPr="00AE651A">
        <w:rPr>
          <w:lang w:val="en-GB"/>
        </w:rPr>
        <w:t xml:space="preserve"> solidity</w:t>
      </w:r>
      <w:r w:rsidRPr="00AE651A">
        <w:rPr>
          <w:lang w:val="en-GB"/>
        </w:rPr>
        <w:t>.</w:t>
      </w:r>
    </w:p>
    <w:p w14:paraId="3CB3628B" w14:textId="77777777" w:rsidR="009401A6" w:rsidRPr="00AE651A" w:rsidRDefault="002E1EAB" w:rsidP="009401A6">
      <w:pPr>
        <w:pStyle w:val="000H2"/>
        <w:rPr>
          <w:lang w:val="en-GB"/>
        </w:rPr>
      </w:pPr>
      <w:r w:rsidRPr="00AE651A">
        <w:rPr>
          <w:lang w:val="en-GB"/>
        </w:rPr>
        <w:t>Shy tech provides an intuitive user experience</w:t>
      </w:r>
    </w:p>
    <w:p w14:paraId="097BBF0D" w14:textId="197F7B26" w:rsidR="002E1EAB" w:rsidRPr="00AE651A" w:rsidRDefault="002E1EAB" w:rsidP="00C24ED2">
      <w:pPr>
        <w:pStyle w:val="000Copy"/>
        <w:rPr>
          <w:lang w:val="en-GB"/>
        </w:rPr>
      </w:pPr>
      <w:r w:rsidRPr="00AE651A">
        <w:rPr>
          <w:lang w:val="en-GB"/>
        </w:rPr>
        <w:t>Technology enables progress. It is always close by, yet never dominant. Intelligent technologies create a seamless experience that appeals to all senses. The display and operating concept are also aligned with this philosophy. The 10</w:t>
      </w:r>
      <w:r w:rsidR="001F4444" w:rsidRPr="00AE651A">
        <w:rPr>
          <w:lang w:val="en-GB"/>
        </w:rPr>
        <w:t>.</w:t>
      </w:r>
      <w:r w:rsidRPr="00AE651A">
        <w:rPr>
          <w:lang w:val="en-GB"/>
        </w:rPr>
        <w:t>4</w:t>
      </w:r>
      <w:r w:rsidR="00C33ECF" w:rsidRPr="00AE651A">
        <w:rPr>
          <w:lang w:val="en-GB"/>
        </w:rPr>
        <w:t xml:space="preserve">-inch </w:t>
      </w:r>
      <w:r w:rsidRPr="00AE651A">
        <w:rPr>
          <w:lang w:val="en-GB"/>
        </w:rPr>
        <w:t xml:space="preserve">foldable </w:t>
      </w:r>
      <w:r w:rsidR="000A0B3F" w:rsidRPr="000A0B3F">
        <w:rPr>
          <w:lang w:val="en-GB"/>
        </w:rPr>
        <w:t>centre</w:t>
      </w:r>
      <w:r w:rsidRPr="00AE651A">
        <w:rPr>
          <w:lang w:val="en-GB"/>
        </w:rPr>
        <w:t xml:space="preserve"> display provides users with relevant information </w:t>
      </w:r>
      <w:r w:rsidR="007B0783" w:rsidRPr="00AE651A">
        <w:rPr>
          <w:lang w:val="en-GB"/>
        </w:rPr>
        <w:t xml:space="preserve">in an intuitive way </w:t>
      </w:r>
      <w:r w:rsidRPr="00AE651A">
        <w:rPr>
          <w:lang w:val="en-GB"/>
        </w:rPr>
        <w:t xml:space="preserve">and in context – tailored to </w:t>
      </w:r>
      <w:r w:rsidR="007B0783" w:rsidRPr="00AE651A">
        <w:rPr>
          <w:lang w:val="en-GB"/>
        </w:rPr>
        <w:t xml:space="preserve">every </w:t>
      </w:r>
      <w:r w:rsidRPr="00AE651A">
        <w:rPr>
          <w:lang w:val="en-GB"/>
        </w:rPr>
        <w:t xml:space="preserve">situation. Together with the haptic controls on the steering wheel and </w:t>
      </w:r>
      <w:r w:rsidR="000A0B3F" w:rsidRPr="000A0B3F">
        <w:rPr>
          <w:lang w:val="en-GB"/>
        </w:rPr>
        <w:t>centre</w:t>
      </w:r>
      <w:r w:rsidRPr="00AE651A">
        <w:rPr>
          <w:lang w:val="en-GB"/>
        </w:rPr>
        <w:t xml:space="preserve"> console, the design achieves clarity and precision in user interaction – the controls are exactly where they are expected to be. </w:t>
      </w:r>
    </w:p>
    <w:p w14:paraId="047F4E8F" w14:textId="19D4BD53" w:rsidR="009401A6" w:rsidRPr="00AE651A" w:rsidRDefault="009C23DB" w:rsidP="009401A6">
      <w:pPr>
        <w:pStyle w:val="000H2"/>
        <w:rPr>
          <w:lang w:val="en-GB"/>
        </w:rPr>
      </w:pPr>
      <w:r w:rsidRPr="00AE651A">
        <w:rPr>
          <w:lang w:val="en-GB"/>
        </w:rPr>
        <w:t xml:space="preserve">The </w:t>
      </w:r>
      <w:r w:rsidR="005736DE" w:rsidRPr="00AE651A">
        <w:rPr>
          <w:lang w:val="en-GB"/>
        </w:rPr>
        <w:t xml:space="preserve">trailblazer </w:t>
      </w:r>
      <w:r w:rsidR="002E1EAB" w:rsidRPr="00AE651A">
        <w:rPr>
          <w:lang w:val="en-GB"/>
        </w:rPr>
        <w:t xml:space="preserve">that forges the future </w:t>
      </w:r>
      <w:r w:rsidR="00116D6C" w:rsidRPr="00AE651A">
        <w:rPr>
          <w:lang w:val="en-GB"/>
        </w:rPr>
        <w:t xml:space="preserve">of </w:t>
      </w:r>
      <w:r w:rsidR="002E1EAB" w:rsidRPr="00AE651A">
        <w:rPr>
          <w:lang w:val="en-GB"/>
        </w:rPr>
        <w:t>Audi</w:t>
      </w:r>
    </w:p>
    <w:p w14:paraId="7CE2955F" w14:textId="56C86CE9" w:rsidR="00C41E66" w:rsidRPr="00AE651A" w:rsidRDefault="00461E76" w:rsidP="00C24ED2">
      <w:pPr>
        <w:pStyle w:val="000Copy"/>
        <w:rPr>
          <w:lang w:val="en-GB"/>
        </w:rPr>
      </w:pPr>
      <w:r w:rsidRPr="00AE651A">
        <w:rPr>
          <w:lang w:val="en-GB"/>
        </w:rPr>
        <w:t xml:space="preserve">Going forward, Audi will focus on what matters most: an unmistakable combination of clarity, </w:t>
      </w:r>
      <w:r w:rsidR="5BD6FC8B" w:rsidRPr="00AE651A">
        <w:rPr>
          <w:lang w:val="en-GB"/>
        </w:rPr>
        <w:t>technicality</w:t>
      </w:r>
      <w:r w:rsidRPr="00AE651A">
        <w:rPr>
          <w:lang w:val="en-GB"/>
        </w:rPr>
        <w:t>, intelligence, and emotion. The Audi Concept C marks the beginning of a new design philosophy and thus a defining moment for the four rings. It previews a future production model and will shape further models beyond that.</w:t>
      </w:r>
    </w:p>
    <w:p w14:paraId="08F335B4" w14:textId="77777777" w:rsidR="00C24ED2" w:rsidRPr="00AE651A" w:rsidRDefault="00C24ED2" w:rsidP="00C24ED2">
      <w:pPr>
        <w:pStyle w:val="000Copy"/>
        <w:rPr>
          <w:lang w:val="en-GB"/>
        </w:rPr>
      </w:pPr>
    </w:p>
    <w:p w14:paraId="1CCA4CC0" w14:textId="0311276B" w:rsidR="00C24ED2" w:rsidRPr="00AE651A" w:rsidRDefault="00C24ED2" w:rsidP="00C24ED2">
      <w:pPr>
        <w:pStyle w:val="000Copy"/>
        <w:rPr>
          <w:lang w:val="en-GB"/>
        </w:rPr>
      </w:pPr>
      <w:r w:rsidRPr="00AE651A">
        <w:rPr>
          <w:lang w:val="en-GB"/>
        </w:rPr>
        <w:t xml:space="preserve">A return to what exemplifies Audi and a reduction to the essential play a central role not only in design: “The way we design our vehicles is the way we will shape our company,” says Gernot </w:t>
      </w:r>
      <w:proofErr w:type="spellStart"/>
      <w:r w:rsidRPr="00AE651A">
        <w:rPr>
          <w:lang w:val="en-GB"/>
        </w:rPr>
        <w:t>Döllner</w:t>
      </w:r>
      <w:proofErr w:type="spellEnd"/>
      <w:r w:rsidRPr="00AE651A">
        <w:rPr>
          <w:lang w:val="en-GB"/>
        </w:rPr>
        <w:t xml:space="preserve">. The new design philosophy is therefore a corporate principle for Audi that will be reflected in the design of the model portfolio and the product range as well as in the organizational structure of the company. </w:t>
      </w:r>
      <w:proofErr w:type="spellStart"/>
      <w:r w:rsidRPr="00AE651A">
        <w:rPr>
          <w:lang w:val="en-GB"/>
        </w:rPr>
        <w:t>Döllner</w:t>
      </w:r>
      <w:proofErr w:type="spellEnd"/>
      <w:r w:rsidRPr="00AE651A">
        <w:rPr>
          <w:lang w:val="en-GB"/>
        </w:rPr>
        <w:t xml:space="preserve">: “Clarity is an ethos and the compass that will </w:t>
      </w:r>
      <w:r w:rsidRPr="00AE651A">
        <w:rPr>
          <w:lang w:val="en-GB"/>
        </w:rPr>
        <w:lastRenderedPageBreak/>
        <w:t>guide Audi through the times ahead.”</w:t>
      </w:r>
    </w:p>
    <w:p w14:paraId="1426592B" w14:textId="77777777" w:rsidR="00C24ED2" w:rsidRPr="00AE651A" w:rsidRDefault="00C24ED2" w:rsidP="00C24ED2">
      <w:pPr>
        <w:pStyle w:val="000H2"/>
        <w:rPr>
          <w:lang w:val="en-GB"/>
        </w:rPr>
      </w:pPr>
      <w:r w:rsidRPr="00AE651A">
        <w:rPr>
          <w:lang w:val="en-GB"/>
        </w:rPr>
        <w:t>Audi model initiative to continue</w:t>
      </w:r>
    </w:p>
    <w:p w14:paraId="512E846F" w14:textId="3416EFDA" w:rsidR="00C24ED2" w:rsidRPr="00AE651A" w:rsidRDefault="00C24ED2" w:rsidP="00C24ED2">
      <w:pPr>
        <w:pStyle w:val="000Copy"/>
        <w:rPr>
          <w:lang w:val="en-GB"/>
        </w:rPr>
      </w:pPr>
      <w:r w:rsidRPr="00AE651A">
        <w:rPr>
          <w:lang w:val="en-GB"/>
        </w:rPr>
        <w:t xml:space="preserve">By the end of this year, Audi will have introduced more than 20 new models within 24 months making its portfolio the youngest in the premium segment. </w:t>
      </w:r>
      <w:r w:rsidR="00D36341">
        <w:rPr>
          <w:lang w:val="en-GB"/>
        </w:rPr>
        <w:t xml:space="preserve">The brand </w:t>
      </w:r>
      <w:r w:rsidRPr="00AE651A">
        <w:rPr>
          <w:lang w:val="en-GB"/>
        </w:rPr>
        <w:t>is set to continue its model initiative next year. Further additions will include a fully electric entry-level model, which will be produced in Ingolstadt from 2026, and performance models from Audi Sport. The combination of all-electric models, plug-in hybrids, and a new generation of combustion-engine vehicles will secure a robust and flexible position as the transition to electric mobility progresses.</w:t>
      </w:r>
    </w:p>
    <w:p w14:paraId="5E9C94C9" w14:textId="77777777" w:rsidR="00C24ED2" w:rsidRPr="00AE651A" w:rsidRDefault="00C24ED2" w:rsidP="00C24ED2">
      <w:pPr>
        <w:pStyle w:val="000Copy"/>
        <w:rPr>
          <w:lang w:val="en-GB"/>
        </w:rPr>
      </w:pPr>
    </w:p>
    <w:p w14:paraId="4A8F3674" w14:textId="6F21DFB0" w:rsidR="00D70D17" w:rsidRDefault="00C24ED2" w:rsidP="003608A1">
      <w:pPr>
        <w:pStyle w:val="000Copy"/>
        <w:rPr>
          <w:lang w:val="en-GB"/>
        </w:rPr>
      </w:pPr>
      <w:r w:rsidRPr="00AE651A">
        <w:rPr>
          <w:lang w:val="en-GB"/>
        </w:rPr>
        <w:t xml:space="preserve">In 2026, Audi will also be entering Formula 1: an opportunity to test new technologies, materials, and processes in the world's toughest technology laboratory. Gernot </w:t>
      </w:r>
      <w:proofErr w:type="spellStart"/>
      <w:r w:rsidRPr="00AE651A">
        <w:rPr>
          <w:lang w:val="en-GB"/>
        </w:rPr>
        <w:t>Döllner</w:t>
      </w:r>
      <w:proofErr w:type="spellEnd"/>
      <w:r w:rsidRPr="00AE651A">
        <w:rPr>
          <w:lang w:val="en-GB"/>
        </w:rPr>
        <w:t>: “Preparations for our start in Formula 1 are moving at full speed.” And just a few weeks after the unveiling of the new design philosophy in Milan, another exciting moment for the four rings is already on the horizon: “We look forward to giving all fans a concrete preview of what to expect from us in Formula 1 starting next year.”</w:t>
      </w:r>
    </w:p>
    <w:p w14:paraId="1BC41492" w14:textId="77777777" w:rsidR="003608A1" w:rsidRPr="00AE651A" w:rsidRDefault="003608A1" w:rsidP="003608A1">
      <w:pPr>
        <w:pStyle w:val="000Copy"/>
        <w:rPr>
          <w:lang w:val="en-GB"/>
        </w:rPr>
      </w:pPr>
    </w:p>
    <w:p w14:paraId="032ACDBF" w14:textId="77777777" w:rsidR="00D70D17" w:rsidRPr="00AE651A" w:rsidRDefault="00D70D17" w:rsidP="00495AEF">
      <w:pPr>
        <w:pStyle w:val="000Link"/>
        <w:spacing w:before="120"/>
        <w:rPr>
          <w:lang w:val="en-GB"/>
        </w:rPr>
      </w:pPr>
    </w:p>
    <w:p w14:paraId="2223080D" w14:textId="4737FD1B" w:rsidR="00D70D17" w:rsidRPr="00AE651A" w:rsidRDefault="00D70D17" w:rsidP="00495AEF">
      <w:pPr>
        <w:pStyle w:val="000Link"/>
        <w:spacing w:before="120"/>
        <w:rPr>
          <w:lang w:val="en-GB"/>
        </w:rPr>
      </w:pPr>
      <w:r w:rsidRPr="00AE651A">
        <w:rPr>
          <w:noProof/>
          <w:lang w:val="en-GB"/>
        </w:rPr>
        <w:drawing>
          <wp:anchor distT="0" distB="0" distL="114300" distR="114300" simplePos="0" relativeHeight="251659264" behindDoc="0" locked="0" layoutInCell="1" allowOverlap="1" wp14:anchorId="49F5BE9D" wp14:editId="739E63A6">
            <wp:simplePos x="0" y="0"/>
            <wp:positionH relativeFrom="column">
              <wp:posOffset>0</wp:posOffset>
            </wp:positionH>
            <wp:positionV relativeFrom="paragraph">
              <wp:posOffset>-76835</wp:posOffset>
            </wp:positionV>
            <wp:extent cx="5760720" cy="2388235"/>
            <wp:effectExtent l="0" t="0" r="0" b="0"/>
            <wp:wrapNone/>
            <wp:docPr id="212326567" name="Grafik 2" descr="Ein Bild, das Text, Screenshot, Schrift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26567" name="Grafik 2" descr="Ein Bild, das Text, Screenshot, Schrift, Design enthält.&#10;&#10;KI-generierte Inhalte können fehlerhaft sein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88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6B98E1" w14:textId="77777777" w:rsidR="00D70D17" w:rsidRPr="00AE651A" w:rsidRDefault="00D70D17" w:rsidP="00495AEF">
      <w:pPr>
        <w:pStyle w:val="000Link"/>
        <w:spacing w:before="120"/>
        <w:rPr>
          <w:lang w:val="en-GB"/>
        </w:rPr>
      </w:pPr>
    </w:p>
    <w:p w14:paraId="75E6FD31" w14:textId="77777777" w:rsidR="00D70D17" w:rsidRPr="00AE651A" w:rsidRDefault="00D70D17" w:rsidP="00495AEF">
      <w:pPr>
        <w:pStyle w:val="000Link"/>
        <w:spacing w:before="120"/>
        <w:rPr>
          <w:lang w:val="en-GB"/>
        </w:rPr>
      </w:pPr>
    </w:p>
    <w:p w14:paraId="547E56EB" w14:textId="77777777" w:rsidR="00D70D17" w:rsidRPr="00AE651A" w:rsidRDefault="00D70D17" w:rsidP="00495AEF">
      <w:pPr>
        <w:pStyle w:val="000Link"/>
        <w:spacing w:before="120"/>
        <w:rPr>
          <w:lang w:val="en-GB"/>
        </w:rPr>
      </w:pPr>
    </w:p>
    <w:p w14:paraId="68A04FAB" w14:textId="77777777" w:rsidR="00D70D17" w:rsidRPr="00AE651A" w:rsidRDefault="00D70D17" w:rsidP="00495AEF">
      <w:pPr>
        <w:pStyle w:val="000Link"/>
        <w:spacing w:before="120"/>
        <w:rPr>
          <w:lang w:val="en-GB"/>
        </w:rPr>
      </w:pPr>
    </w:p>
    <w:p w14:paraId="24A80D9C" w14:textId="77777777" w:rsidR="00D70D17" w:rsidRPr="00AE651A" w:rsidRDefault="00D70D17" w:rsidP="00495AEF">
      <w:pPr>
        <w:pStyle w:val="000Link"/>
        <w:spacing w:before="120"/>
        <w:rPr>
          <w:lang w:val="en-GB"/>
        </w:rPr>
      </w:pPr>
    </w:p>
    <w:p w14:paraId="643A1CB8" w14:textId="77777777" w:rsidR="00D70D17" w:rsidRPr="00AE651A" w:rsidRDefault="00D70D17" w:rsidP="00495AEF">
      <w:pPr>
        <w:pStyle w:val="000Link"/>
        <w:spacing w:before="120"/>
        <w:rPr>
          <w:lang w:val="en-GB"/>
        </w:rPr>
      </w:pPr>
    </w:p>
    <w:p w14:paraId="7555614E" w14:textId="77777777" w:rsidR="00D70D17" w:rsidRPr="00AE651A" w:rsidRDefault="00D70D17" w:rsidP="00495AEF">
      <w:pPr>
        <w:pStyle w:val="000Link"/>
        <w:spacing w:before="120"/>
        <w:rPr>
          <w:lang w:val="en-GB"/>
        </w:rPr>
      </w:pPr>
    </w:p>
    <w:p w14:paraId="214AA210" w14:textId="77777777" w:rsidR="00D70D17" w:rsidRPr="00AE651A" w:rsidRDefault="00D70D17" w:rsidP="00495AEF">
      <w:pPr>
        <w:pStyle w:val="000Link"/>
        <w:spacing w:before="120"/>
        <w:rPr>
          <w:lang w:val="en-GB"/>
        </w:rPr>
      </w:pPr>
    </w:p>
    <w:p w14:paraId="40E98FE1" w14:textId="77777777" w:rsidR="00D70D17" w:rsidRPr="00AE651A" w:rsidRDefault="00D70D17" w:rsidP="00495AEF">
      <w:pPr>
        <w:pStyle w:val="000Link"/>
        <w:spacing w:before="120"/>
        <w:rPr>
          <w:lang w:val="en-GB"/>
        </w:rPr>
      </w:pPr>
    </w:p>
    <w:p w14:paraId="78717700" w14:textId="77777777" w:rsidR="00D70D17" w:rsidRPr="00AE651A" w:rsidRDefault="00D70D17" w:rsidP="00495AEF">
      <w:pPr>
        <w:pStyle w:val="000Link"/>
        <w:spacing w:before="120"/>
        <w:rPr>
          <w:lang w:val="en-GB"/>
        </w:rPr>
      </w:pPr>
    </w:p>
    <w:p w14:paraId="074BD292" w14:textId="77777777" w:rsidR="009A2BAC" w:rsidRPr="00AE651A" w:rsidRDefault="009A2BAC" w:rsidP="009A2BAC">
      <w:pPr>
        <w:pStyle w:val="000Verbrauchsangaben"/>
        <w:rPr>
          <w:lang w:val="en-GB"/>
        </w:rPr>
      </w:pPr>
      <w:bookmarkStart w:id="0" w:name="_Hlk141170438"/>
    </w:p>
    <w:tbl>
      <w:tblPr>
        <w:tblStyle w:val="000TabelleAUDI1"/>
        <w:tblW w:w="0" w:type="auto"/>
        <w:tblBorders>
          <w:top w:val="none" w:sz="12" w:space="0" w:color="000000"/>
          <w:left w:val="none" w:sz="12" w:space="0" w:color="000000"/>
          <w:bottom w:val="none" w:sz="12" w:space="0" w:color="000000"/>
          <w:right w:val="none" w:sz="12" w:space="0" w:color="000000"/>
          <w:insideH w:val="none" w:sz="12" w:space="0" w:color="000000"/>
          <w:insideV w:val="non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80"/>
        <w:gridCol w:w="4470"/>
      </w:tblGrid>
      <w:tr w:rsidR="00AB7B60" w:rsidRPr="00D5028F" w14:paraId="04E3518F" w14:textId="77777777" w:rsidTr="00375CAA">
        <w:trPr>
          <w:trHeight w:val="300"/>
        </w:trPr>
        <w:tc>
          <w:tcPr>
            <w:tcW w:w="4380" w:type="dxa"/>
            <w:tcMar>
              <w:left w:w="105" w:type="dxa"/>
              <w:right w:w="105" w:type="dxa"/>
            </w:tcMar>
          </w:tcPr>
          <w:p w14:paraId="582480D7" w14:textId="77777777" w:rsidR="00AB7B60" w:rsidRPr="00D5028F" w:rsidRDefault="00AB7B60" w:rsidP="00375CAA">
            <w:pPr>
              <w:suppressAutoHyphens/>
              <w:spacing w:before="240"/>
              <w:rPr>
                <w:rFonts w:eastAsia="Audi Type" w:cs="Audi Type"/>
                <w:b/>
                <w:lang w:val="en-GB" w:eastAsia="de-DE"/>
              </w:rPr>
            </w:pPr>
            <w:r w:rsidRPr="00D5028F">
              <w:rPr>
                <w:rFonts w:eastAsia="Audi Type" w:cs="Audi Type"/>
                <w:b/>
                <w:lang w:val="en-GB" w:eastAsia="de-DE"/>
              </w:rPr>
              <w:t>Audi Middle East Communications</w:t>
            </w:r>
          </w:p>
          <w:p w14:paraId="0B6FA8F3" w14:textId="77777777" w:rsidR="00AB7B60" w:rsidRPr="00D5028F" w:rsidRDefault="00AB7B60" w:rsidP="00375CAA">
            <w:pPr>
              <w:suppressAutoHyphens/>
              <w:spacing w:before="240"/>
              <w:rPr>
                <w:rFonts w:eastAsia="Audi Type" w:cs="Audi Type"/>
                <w:lang w:val="en-GB" w:eastAsia="de-DE"/>
              </w:rPr>
            </w:pPr>
            <w:r w:rsidRPr="00D5028F">
              <w:rPr>
                <w:rFonts w:eastAsia="Audi Type" w:cs="Audi Type"/>
                <w:lang w:val="en-GB" w:eastAsia="de-DE"/>
              </w:rPr>
              <w:t>Maryna Slichna</w:t>
            </w:r>
          </w:p>
          <w:p w14:paraId="55B13AE2" w14:textId="77777777" w:rsidR="00AB7B60" w:rsidRPr="00D5028F" w:rsidRDefault="00AB7B60" w:rsidP="00375CAA">
            <w:pPr>
              <w:suppressAutoHyphens/>
              <w:rPr>
                <w:rFonts w:eastAsia="Audi Type" w:cs="Audi Type"/>
                <w:lang w:val="en-GB" w:eastAsia="de-DE"/>
              </w:rPr>
            </w:pPr>
            <w:r w:rsidRPr="00D5028F">
              <w:rPr>
                <w:rFonts w:eastAsia="Audi Type" w:cs="Audi Type"/>
                <w:lang w:val="en-GB" w:eastAsia="de-DE"/>
              </w:rPr>
              <w:t>Audi Middle East PR Manager</w:t>
            </w:r>
          </w:p>
          <w:p w14:paraId="0B2CCA52" w14:textId="77777777" w:rsidR="00AB7B60" w:rsidRPr="00D5028F" w:rsidRDefault="00AB7B60" w:rsidP="00375CAA">
            <w:pPr>
              <w:suppressAutoHyphens/>
              <w:rPr>
                <w:rFonts w:eastAsia="Audi Type" w:cs="Audi Type"/>
                <w:lang w:val="en-GB" w:eastAsia="de-DE"/>
              </w:rPr>
            </w:pPr>
            <w:r w:rsidRPr="00D5028F">
              <w:rPr>
                <w:rFonts w:eastAsia="Audi Type" w:cs="Audi Type"/>
                <w:lang w:val="en-GB" w:eastAsia="de-DE"/>
              </w:rPr>
              <w:t xml:space="preserve">Email: </w:t>
            </w:r>
            <w:hyperlink r:id="rId11">
              <w:r w:rsidRPr="00D5028F">
                <w:rPr>
                  <w:rFonts w:eastAsia="Audi Type" w:cs="Audi Type"/>
                  <w:color w:val="0000FF"/>
                  <w:u w:val="single"/>
                  <w:lang w:val="en-GB" w:eastAsia="de-DE"/>
                </w:rPr>
                <w:t>maryna.slichna@vwgme.com</w:t>
              </w:r>
            </w:hyperlink>
          </w:p>
          <w:p w14:paraId="505A5393" w14:textId="77777777" w:rsidR="00AB7B60" w:rsidRPr="00D5028F" w:rsidRDefault="00AB7B60" w:rsidP="00375CAA">
            <w:pPr>
              <w:tabs>
                <w:tab w:val="left" w:pos="567"/>
              </w:tabs>
              <w:ind w:left="-111" w:firstLine="111"/>
              <w:rPr>
                <w:rFonts w:eastAsia="Calibri"/>
                <w:lang w:val="en-GB"/>
              </w:rPr>
            </w:pPr>
            <w:hyperlink r:id="rId12">
              <w:r w:rsidRPr="00D5028F">
                <w:rPr>
                  <w:rFonts w:eastAsia="Audi Type" w:cs="Audi Type"/>
                  <w:color w:val="0000FF"/>
                  <w:u w:val="single"/>
                  <w:lang w:val="en-GB"/>
                </w:rPr>
                <w:t>news.audimiddleeast.com</w:t>
              </w:r>
              <w:r w:rsidRPr="00AE651A">
                <w:rPr>
                  <w:lang w:val="en-GB"/>
                </w:rPr>
                <w:br/>
              </w:r>
            </w:hyperlink>
          </w:p>
          <w:p w14:paraId="3445198D" w14:textId="77777777" w:rsidR="00AB7B60" w:rsidRPr="00D5028F" w:rsidRDefault="00AB7B60" w:rsidP="00375CAA">
            <w:pPr>
              <w:tabs>
                <w:tab w:val="left" w:pos="567"/>
              </w:tabs>
              <w:spacing w:before="240"/>
              <w:ind w:left="-111" w:firstLine="111"/>
              <w:rPr>
                <w:rFonts w:eastAsia="Calibri" w:cs="Calibri"/>
                <w:lang w:val="en-GB"/>
              </w:rPr>
            </w:pPr>
            <w:r w:rsidRPr="00AE651A">
              <w:rPr>
                <w:noProof/>
                <w:lang w:val="en-GB"/>
              </w:rPr>
              <w:drawing>
                <wp:inline distT="0" distB="0" distL="0" distR="0" wp14:anchorId="1FBC7DCB" wp14:editId="1D3299FB">
                  <wp:extent cx="285750" cy="304800"/>
                  <wp:effectExtent l="0" t="0" r="0" b="0"/>
                  <wp:docPr id="1775568959" name="Picture 1775568959" descr="A black circle with white letters in i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5568959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651A">
              <w:rPr>
                <w:noProof/>
                <w:lang w:val="en-GB"/>
              </w:rPr>
              <w:drawing>
                <wp:inline distT="0" distB="0" distL="0" distR="0" wp14:anchorId="394A05BB" wp14:editId="67CA9EB6">
                  <wp:extent cx="304800" cy="304800"/>
                  <wp:effectExtent l="0" t="0" r="0" b="0"/>
                  <wp:docPr id="1900176348" name="Picture 1900176348" descr="Ein Bild, das Text, ClipAr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0176348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651A">
              <w:rPr>
                <w:noProof/>
                <w:lang w:val="en-GB"/>
              </w:rPr>
              <w:drawing>
                <wp:inline distT="0" distB="0" distL="0" distR="0" wp14:anchorId="6337ACC4" wp14:editId="69EBD6AF">
                  <wp:extent cx="304800" cy="304800"/>
                  <wp:effectExtent l="0" t="0" r="0" b="0"/>
                  <wp:docPr id="370104054" name="Picture 370104054" descr="A black circle with a white letter f in i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104054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651A">
              <w:rPr>
                <w:noProof/>
                <w:lang w:val="en-GB"/>
              </w:rPr>
              <w:drawing>
                <wp:inline distT="0" distB="0" distL="0" distR="0" wp14:anchorId="1797DE9A" wp14:editId="38438A6B">
                  <wp:extent cx="304800" cy="304800"/>
                  <wp:effectExtent l="0" t="0" r="0" b="0"/>
                  <wp:docPr id="139654708" name="Picture 139654708" descr="A black and white logo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654708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0" w:type="dxa"/>
            <w:tcMar>
              <w:left w:w="105" w:type="dxa"/>
              <w:right w:w="105" w:type="dxa"/>
            </w:tcMar>
          </w:tcPr>
          <w:p w14:paraId="59F20652" w14:textId="77777777" w:rsidR="00AB7B60" w:rsidRPr="00D5028F" w:rsidRDefault="00AB7B60" w:rsidP="00375CAA">
            <w:pPr>
              <w:suppressAutoHyphens/>
              <w:spacing w:before="240"/>
              <w:rPr>
                <w:rFonts w:eastAsia="Audi Type" w:cs="Audi Type"/>
                <w:b/>
                <w:lang w:val="en-GB" w:eastAsia="de-DE"/>
              </w:rPr>
            </w:pPr>
            <w:r w:rsidRPr="00D5028F">
              <w:rPr>
                <w:rFonts w:eastAsia="Audi Type" w:cs="Audi Type"/>
                <w:b/>
                <w:lang w:val="en-GB" w:eastAsia="de-DE"/>
              </w:rPr>
              <w:t xml:space="preserve">The Romans </w:t>
            </w:r>
          </w:p>
          <w:p w14:paraId="34E9584C" w14:textId="77777777" w:rsidR="00AB7B60" w:rsidRPr="00D5028F" w:rsidRDefault="00AB7B60" w:rsidP="00375CAA">
            <w:pPr>
              <w:suppressAutoHyphens/>
              <w:spacing w:before="240"/>
              <w:rPr>
                <w:rFonts w:eastAsia="Audi Type" w:cs="Audi Type"/>
                <w:b/>
                <w:lang w:val="en-GB" w:eastAsia="de-DE"/>
              </w:rPr>
            </w:pPr>
            <w:r w:rsidRPr="00D5028F">
              <w:rPr>
                <w:rFonts w:eastAsia="Audi Type" w:cs="Audi Type"/>
                <w:lang w:val="en-GB" w:eastAsia="de-DE"/>
              </w:rPr>
              <w:t xml:space="preserve">Audi Middle East PR Partner </w:t>
            </w:r>
          </w:p>
          <w:p w14:paraId="76ED33A6" w14:textId="77777777" w:rsidR="00AB7B60" w:rsidRPr="00D5028F" w:rsidRDefault="00AB7B60" w:rsidP="00375CAA">
            <w:pPr>
              <w:suppressAutoHyphens/>
              <w:spacing w:before="240"/>
              <w:rPr>
                <w:rFonts w:eastAsia="Audi Type" w:cs="Audi Type"/>
                <w:b/>
                <w:lang w:val="en-GB" w:eastAsia="de-DE"/>
              </w:rPr>
            </w:pPr>
            <w:r w:rsidRPr="00D5028F">
              <w:rPr>
                <w:rFonts w:eastAsia="Audi Type" w:cs="Audi Type"/>
                <w:lang w:val="en-GB" w:eastAsia="de-DE"/>
              </w:rPr>
              <w:t xml:space="preserve">Email: </w:t>
            </w:r>
            <w:hyperlink r:id="rId17">
              <w:r w:rsidRPr="00D5028F">
                <w:rPr>
                  <w:rFonts w:eastAsia="Audi Type" w:cs="Audi Type"/>
                  <w:color w:val="0000FF"/>
                  <w:u w:val="single"/>
                  <w:lang w:val="en-GB" w:eastAsia="de-DE"/>
                </w:rPr>
                <w:t>AudiMiddleEastPR@wearetheromans.com</w:t>
              </w:r>
            </w:hyperlink>
            <w:r w:rsidRPr="00D5028F">
              <w:rPr>
                <w:rFonts w:eastAsia="Audi Type" w:cs="Audi Type"/>
                <w:lang w:val="en-GB" w:eastAsia="de-DE"/>
              </w:rPr>
              <w:t xml:space="preserve"> </w:t>
            </w:r>
          </w:p>
        </w:tc>
      </w:tr>
    </w:tbl>
    <w:tbl>
      <w:tblPr>
        <w:tblStyle w:val="TableGrid"/>
        <w:tblW w:w="0" w:type="auto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5"/>
      </w:tblGrid>
      <w:tr w:rsidR="000726F2" w:rsidRPr="00D5028F" w14:paraId="7B254232" w14:textId="77777777" w:rsidTr="00AE2BB7"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13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D27C58" w14:textId="55B58CE8" w:rsidR="002F57DA" w:rsidRPr="00AE651A" w:rsidRDefault="002F57DA" w:rsidP="002F57DA">
            <w:pPr>
              <w:pStyle w:val="000Abbinder"/>
              <w:rPr>
                <w:lang w:val="en-GB"/>
              </w:rPr>
            </w:pPr>
            <w:bookmarkStart w:id="1" w:name="_Hlk129772683"/>
            <w:bookmarkStart w:id="2" w:name="_Hlk129772673"/>
            <w:r w:rsidRPr="00AE651A">
              <w:rPr>
                <w:lang w:val="en-GB"/>
              </w:rPr>
              <w:lastRenderedPageBreak/>
              <w:t>The Audi Group is one of the most successful manufacturers of automobiles and motorcycles in the premium and luxury segment. The brands Audi, Bentley, Lamborghini, and Ducati produce at 2</w:t>
            </w:r>
            <w:r w:rsidR="007221D3" w:rsidRPr="00AE651A">
              <w:rPr>
                <w:lang w:val="en-GB"/>
              </w:rPr>
              <w:t>2</w:t>
            </w:r>
            <w:r w:rsidRPr="00AE651A">
              <w:rPr>
                <w:lang w:val="en-GB"/>
              </w:rPr>
              <w:t xml:space="preserve"> locations in </w:t>
            </w:r>
            <w:r w:rsidR="007221D3" w:rsidRPr="00AE651A">
              <w:rPr>
                <w:lang w:val="en-GB"/>
              </w:rPr>
              <w:t xml:space="preserve">13 </w:t>
            </w:r>
            <w:r w:rsidRPr="00AE651A">
              <w:rPr>
                <w:lang w:val="en-GB"/>
              </w:rPr>
              <w:t>countries. Audi and its partners are present in more than 100 markets worldwide.</w:t>
            </w:r>
          </w:p>
          <w:p w14:paraId="7934D6E7" w14:textId="53EB6E6F" w:rsidR="000726F2" w:rsidRPr="00AE651A" w:rsidRDefault="002F57DA" w:rsidP="002F57DA">
            <w:pPr>
              <w:pStyle w:val="000Abbinder"/>
              <w:rPr>
                <w:lang w:val="en-GB"/>
              </w:rPr>
            </w:pPr>
            <w:r w:rsidRPr="00AE651A">
              <w:rPr>
                <w:lang w:val="en-GB"/>
              </w:rPr>
              <w:t>In 2024, the Audi Group delivered 1.7 million Audi vehicles, 10,643 Bentley vehicles, 10,687 Lamborghini vehicles, and 54,495 Ducati motorcycles to customers. In the 2024 fiscal year, Audi Group achieved a total revenue of €64.5 billion and an operating profit of €3.9 billion. As of December 31, more than 88,000 people worked for the Audi Group, more than 5</w:t>
            </w:r>
            <w:r w:rsidR="005249A9" w:rsidRPr="00AE651A">
              <w:rPr>
                <w:lang w:val="en-GB"/>
              </w:rPr>
              <w:t>5</w:t>
            </w:r>
            <w:r w:rsidRPr="00AE651A">
              <w:rPr>
                <w:lang w:val="en-GB"/>
              </w:rPr>
              <w:t>,000 of them at AUDI AG in Germany. With its attractive brands and numerous new models, the group is systematically pursuing its path toward becoming a provider of sustainable, fully networked premium mobility.</w:t>
            </w:r>
          </w:p>
        </w:tc>
      </w:tr>
      <w:bookmarkEnd w:id="0"/>
      <w:bookmarkEnd w:id="1"/>
      <w:bookmarkEnd w:id="2"/>
    </w:tbl>
    <w:p w14:paraId="312EABD6" w14:textId="77777777" w:rsidR="00AA39A9" w:rsidRPr="00292091" w:rsidRDefault="00AA39A9" w:rsidP="2BF0252A">
      <w:pPr>
        <w:pStyle w:val="000Abbinder"/>
        <w:rPr>
          <w:i/>
          <w:iCs/>
          <w:sz w:val="20"/>
          <w:szCs w:val="20"/>
          <w:lang w:val="en-GB"/>
        </w:rPr>
      </w:pPr>
    </w:p>
    <w:sectPr w:rsidR="00AA39A9" w:rsidRPr="00292091" w:rsidSect="00AE651A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662" w:right="1417" w:bottom="1134" w:left="1417" w:header="850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CF66B" w14:textId="77777777" w:rsidR="00094F7D" w:rsidRDefault="00094F7D" w:rsidP="00636F61">
      <w:r>
        <w:separator/>
      </w:r>
    </w:p>
    <w:p w14:paraId="35464043" w14:textId="77777777" w:rsidR="00094F7D" w:rsidRDefault="00094F7D"/>
  </w:endnote>
  <w:endnote w:type="continuationSeparator" w:id="0">
    <w:p w14:paraId="47E73E6E" w14:textId="77777777" w:rsidR="00094F7D" w:rsidRDefault="00094F7D" w:rsidP="00636F61">
      <w:r>
        <w:continuationSeparator/>
      </w:r>
    </w:p>
    <w:p w14:paraId="0D52CDF1" w14:textId="77777777" w:rsidR="00094F7D" w:rsidRDefault="00094F7D"/>
  </w:endnote>
  <w:endnote w:type="continuationNotice" w:id="1">
    <w:p w14:paraId="4639F40F" w14:textId="77777777" w:rsidR="00094F7D" w:rsidRDefault="00094F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quot;Calibri&quot;,sans-serif">
    <w:altName w:val="Cambria"/>
    <w:panose1 w:val="020B0604020202020204"/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udi Type Extended">
    <w:panose1 w:val="020B0604020202020204"/>
    <w:charset w:val="00"/>
    <w:family w:val="swiss"/>
    <w:pitch w:val="variable"/>
    <w:sig w:usb0="A10002EF" w:usb1="500020FB" w:usb2="00000000" w:usb3="00000000" w:csb0="0000009F" w:csb1="00000000"/>
  </w:font>
  <w:font w:name="Audi Type">
    <w:panose1 w:val="020B0604020202020204"/>
    <w:charset w:val="00"/>
    <w:family w:val="swiss"/>
    <w:pitch w:val="variable"/>
    <w:sig w:usb0="A10002EF" w:usb1="500020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E9E7" w14:textId="77777777" w:rsidR="00E01F2D" w:rsidRDefault="00E01F2D" w:rsidP="00E01F2D">
    <w:pPr>
      <w:pStyle w:val="000Funoten"/>
      <w:tabs>
        <w:tab w:val="clear" w:pos="6484"/>
        <w:tab w:val="left" w:pos="8647"/>
      </w:tabs>
      <w:ind w:right="567"/>
    </w:pPr>
    <w:r w:rsidRPr="00286F46">
      <w:rPr>
        <w:lang w:val="en-US"/>
      </w:rPr>
      <w:tab/>
    </w:r>
    <w:r>
      <w:rPr>
        <w:lang w:val="en-US"/>
      </w:rPr>
      <w:t xml:space="preserve">   </w:t>
    </w:r>
    <w:r w:rsidRPr="00474412">
      <w:fldChar w:fldCharType="begin"/>
    </w:r>
    <w:r w:rsidRPr="00286F46">
      <w:rPr>
        <w:lang w:val="en-US"/>
      </w:rPr>
      <w:instrText>PAGE</w:instrText>
    </w:r>
    <w:r w:rsidRPr="00474412">
      <w:fldChar w:fldCharType="separate"/>
    </w:r>
    <w:r>
      <w:t>1</w:t>
    </w:r>
    <w:r w:rsidRPr="00474412">
      <w:fldChar w:fldCharType="end"/>
    </w:r>
    <w:r w:rsidRPr="00474412">
      <w:t>/</w:t>
    </w:r>
    <w:r w:rsidRPr="00474412">
      <w:fldChar w:fldCharType="begin"/>
    </w:r>
    <w:r w:rsidRPr="00474412">
      <w:instrText>NUMPAGES</w:instrText>
    </w:r>
    <w:r w:rsidRPr="00474412">
      <w:fldChar w:fldCharType="separate"/>
    </w:r>
    <w:r>
      <w:t>3</w:t>
    </w:r>
    <w:r w:rsidRPr="00474412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FF94E" w14:textId="042B5039" w:rsidR="00653310" w:rsidRDefault="00DF0A70" w:rsidP="00653310">
    <w:pPr>
      <w:pStyle w:val="000Funoten"/>
      <w:tabs>
        <w:tab w:val="clear" w:pos="6484"/>
        <w:tab w:val="left" w:pos="8647"/>
      </w:tabs>
      <w:ind w:right="567"/>
    </w:pPr>
    <w:r w:rsidRPr="00286F46">
      <w:rPr>
        <w:lang w:val="en-US"/>
      </w:rPr>
      <w:tab/>
    </w:r>
    <w:r w:rsidR="00E56EDC">
      <w:rPr>
        <w:lang w:val="en-US"/>
      </w:rPr>
      <w:t xml:space="preserve">   </w:t>
    </w:r>
    <w:r w:rsidRPr="00474412">
      <w:fldChar w:fldCharType="begin"/>
    </w:r>
    <w:r w:rsidRPr="00286F46">
      <w:rPr>
        <w:lang w:val="en-US"/>
      </w:rPr>
      <w:instrText>PAGE</w:instrText>
    </w:r>
    <w:r w:rsidRPr="00474412">
      <w:fldChar w:fldCharType="separate"/>
    </w:r>
    <w:r w:rsidRPr="00474412">
      <w:t>1</w:t>
    </w:r>
    <w:r w:rsidRPr="00474412">
      <w:fldChar w:fldCharType="end"/>
    </w:r>
    <w:r w:rsidRPr="00474412">
      <w:t>/</w:t>
    </w:r>
    <w:r w:rsidRPr="00474412">
      <w:fldChar w:fldCharType="begin"/>
    </w:r>
    <w:r w:rsidRPr="00474412">
      <w:instrText>NUMPAGES</w:instrText>
    </w:r>
    <w:r w:rsidRPr="00474412">
      <w:fldChar w:fldCharType="separate"/>
    </w:r>
    <w:r w:rsidRPr="00474412">
      <w:t>3</w:t>
    </w:r>
    <w:r w:rsidRPr="0047441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23977" w14:textId="77777777" w:rsidR="00094F7D" w:rsidRDefault="00094F7D" w:rsidP="00636F61">
      <w:r>
        <w:separator/>
      </w:r>
    </w:p>
    <w:p w14:paraId="52B35BC0" w14:textId="77777777" w:rsidR="00094F7D" w:rsidRDefault="00094F7D"/>
  </w:footnote>
  <w:footnote w:type="continuationSeparator" w:id="0">
    <w:p w14:paraId="68757F24" w14:textId="77777777" w:rsidR="00094F7D" w:rsidRDefault="00094F7D" w:rsidP="00636F61">
      <w:r>
        <w:continuationSeparator/>
      </w:r>
    </w:p>
    <w:p w14:paraId="7E9B7971" w14:textId="77777777" w:rsidR="00094F7D" w:rsidRDefault="00094F7D"/>
  </w:footnote>
  <w:footnote w:type="continuationNotice" w:id="1">
    <w:p w14:paraId="5CD1CF0D" w14:textId="77777777" w:rsidR="00094F7D" w:rsidRDefault="00094F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E1DB5" w14:textId="603BFDAE" w:rsidR="00873A5C" w:rsidRPr="00074318" w:rsidRDefault="006D5638" w:rsidP="00873A5C">
    <w:r w:rsidRPr="00D85469">
      <w:rPr>
        <w:noProof/>
      </w:rPr>
      <w:drawing>
        <wp:anchor distT="0" distB="0" distL="114300" distR="114300" simplePos="0" relativeHeight="251663361" behindDoc="0" locked="0" layoutInCell="1" allowOverlap="1" wp14:anchorId="31DBDF0C" wp14:editId="5B0892DE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3682800" cy="439200"/>
          <wp:effectExtent l="0" t="0" r="635" b="5715"/>
          <wp:wrapNone/>
          <wp:docPr id="1459900402" name="Picture 3" descr="A black and white rectangle with black text&#10;&#10;AI-generated content may be incorrect.">
            <a:extLst xmlns:a="http://schemas.openxmlformats.org/drawingml/2006/main">
              <a:ext uri="{FF2B5EF4-FFF2-40B4-BE49-F238E27FC236}">
                <a16:creationId xmlns:a16="http://schemas.microsoft.com/office/drawing/2014/main" id="{85EC7082-B875-45C3-A65F-BB09CEDB8BA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7606778" name="Picture 3" descr="A black and white rectangle with black text&#10;&#10;AI-generated content may be incorrect.">
                    <a:extLst>
                      <a:ext uri="{FF2B5EF4-FFF2-40B4-BE49-F238E27FC236}">
                        <a16:creationId xmlns:a16="http://schemas.microsoft.com/office/drawing/2014/main" id="{85EC7082-B875-45C3-A65F-BB09CEDB8BA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828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  <w:rtl/>
      </w:rPr>
      <w:drawing>
        <wp:anchor distT="0" distB="0" distL="0" distR="0" simplePos="0" relativeHeight="251664385" behindDoc="0" locked="0" layoutInCell="0" allowOverlap="1" wp14:anchorId="72F741BC" wp14:editId="12A1C981">
          <wp:simplePos x="0" y="0"/>
          <wp:positionH relativeFrom="margin">
            <wp:posOffset>4633595</wp:posOffset>
          </wp:positionH>
          <wp:positionV relativeFrom="page">
            <wp:posOffset>582295</wp:posOffset>
          </wp:positionV>
          <wp:extent cx="1155600" cy="475200"/>
          <wp:effectExtent l="0" t="0" r="635" b="0"/>
          <wp:wrapNone/>
          <wp:docPr id="1048310589" name="Grafi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2"/>
                  <pic:cNvPicPr>
                    <a:picLocks noChangeAspect="1" noChangeArrowheads="1"/>
                  </pic:cNvPicPr>
                </pic:nvPicPr>
                <pic:blipFill rotWithShape="1">
                  <a:blip r:embed="rId2"/>
                  <a:srcRect l="1" t="-1" r="-1922" b="-20078"/>
                  <a:stretch/>
                </pic:blipFill>
                <pic:spPr bwMode="auto">
                  <a:xfrm>
                    <a:off x="0" y="0"/>
                    <a:ext cx="1155600" cy="475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F3AF1A" w14:textId="77777777" w:rsidR="00873A5C" w:rsidRDefault="00873A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078E2" w14:textId="4538EF1A" w:rsidR="00873A5C" w:rsidRPr="00074318" w:rsidRDefault="002D40E3" w:rsidP="00873A5C">
    <w:r w:rsidRPr="00D85469">
      <w:rPr>
        <w:noProof/>
      </w:rPr>
      <w:drawing>
        <wp:anchor distT="0" distB="0" distL="114300" distR="114300" simplePos="0" relativeHeight="251660289" behindDoc="0" locked="0" layoutInCell="1" allowOverlap="1" wp14:anchorId="320D9164" wp14:editId="4D8F76E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3682800" cy="439200"/>
          <wp:effectExtent l="0" t="0" r="635" b="5715"/>
          <wp:wrapNone/>
          <wp:docPr id="287606778" name="Picture 3" descr="A black and white rectangle with black text&#10;&#10;AI-generated content may be incorrect.">
            <a:extLst xmlns:a="http://schemas.openxmlformats.org/drawingml/2006/main">
              <a:ext uri="{FF2B5EF4-FFF2-40B4-BE49-F238E27FC236}">
                <a16:creationId xmlns:a16="http://schemas.microsoft.com/office/drawing/2014/main" id="{85EC7082-B875-45C3-A65F-BB09CEDB8BA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7606778" name="Picture 3" descr="A black and white rectangle with black text&#10;&#10;AI-generated content may be incorrect.">
                    <a:extLst>
                      <a:ext uri="{FF2B5EF4-FFF2-40B4-BE49-F238E27FC236}">
                        <a16:creationId xmlns:a16="http://schemas.microsoft.com/office/drawing/2014/main" id="{85EC7082-B875-45C3-A65F-BB09CEDB8BA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828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  <w:rtl/>
      </w:rPr>
      <w:drawing>
        <wp:anchor distT="0" distB="0" distL="0" distR="0" simplePos="0" relativeHeight="251661313" behindDoc="0" locked="0" layoutInCell="0" allowOverlap="1" wp14:anchorId="13D06F81" wp14:editId="3E527291">
          <wp:simplePos x="0" y="0"/>
          <wp:positionH relativeFrom="margin">
            <wp:posOffset>4633595</wp:posOffset>
          </wp:positionH>
          <wp:positionV relativeFrom="page">
            <wp:posOffset>582295</wp:posOffset>
          </wp:positionV>
          <wp:extent cx="1155600" cy="475200"/>
          <wp:effectExtent l="0" t="0" r="635" b="0"/>
          <wp:wrapNone/>
          <wp:docPr id="24" name="Grafi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2"/>
                  <pic:cNvPicPr>
                    <a:picLocks noChangeAspect="1" noChangeArrowheads="1"/>
                  </pic:cNvPicPr>
                </pic:nvPicPr>
                <pic:blipFill rotWithShape="1">
                  <a:blip r:embed="rId2"/>
                  <a:srcRect l="1" t="-1" r="-1922" b="-20078"/>
                  <a:stretch/>
                </pic:blipFill>
                <pic:spPr bwMode="auto">
                  <a:xfrm>
                    <a:off x="0" y="0"/>
                    <a:ext cx="1155600" cy="475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E09F43" w14:textId="3C1D4407" w:rsidR="00873A5C" w:rsidRPr="00873A5C" w:rsidRDefault="00873A5C" w:rsidP="00873A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28227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898F8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FAED4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7215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02D0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1CB3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978E3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76D8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903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FE4C7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331008"/>
    <w:multiLevelType w:val="hybridMultilevel"/>
    <w:tmpl w:val="5ED43E7E"/>
    <w:lvl w:ilvl="0" w:tplc="43FEEF28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336528"/>
    <w:multiLevelType w:val="hybridMultilevel"/>
    <w:tmpl w:val="14C87BCC"/>
    <w:lvl w:ilvl="0" w:tplc="0407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1B1065D0"/>
    <w:multiLevelType w:val="hybridMultilevel"/>
    <w:tmpl w:val="A732AE70"/>
    <w:lvl w:ilvl="0" w:tplc="82AEC65E">
      <w:start w:val="1"/>
      <w:numFmt w:val="bullet"/>
      <w:pStyle w:val="000BulletpointsCopy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4A75CBB"/>
    <w:multiLevelType w:val="hybridMultilevel"/>
    <w:tmpl w:val="CF209B2E"/>
    <w:lvl w:ilvl="0" w:tplc="BA7001AE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b/>
        <w:i w:val="0"/>
        <w:color w:val="auto"/>
        <w:sz w:val="28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F4D89"/>
    <w:multiLevelType w:val="multilevel"/>
    <w:tmpl w:val="0407001D"/>
    <w:styleLink w:val="AktuelleList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93C03EC"/>
    <w:multiLevelType w:val="hybridMultilevel"/>
    <w:tmpl w:val="29B8CF08"/>
    <w:lvl w:ilvl="0" w:tplc="720CAA1C">
      <w:start w:val="1"/>
      <w:numFmt w:val="bullet"/>
      <w:lvlText w:val="&gt;"/>
      <w:lvlJc w:val="left"/>
      <w:pPr>
        <w:ind w:left="284" w:hanging="284"/>
      </w:pPr>
      <w:rPr>
        <w:rFonts w:ascii="Audi Type Extended" w:hAnsi="Audi Type Extended" w:hint="default"/>
        <w:b/>
        <w:i w:val="0"/>
        <w:color w:val="E51C3C"/>
        <w:sz w:val="20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D1E17"/>
    <w:multiLevelType w:val="hybridMultilevel"/>
    <w:tmpl w:val="FC68E9F6"/>
    <w:lvl w:ilvl="0" w:tplc="949CADB2">
      <w:start w:val="1"/>
      <w:numFmt w:val="bullet"/>
      <w:lvlText w:val="&gt;"/>
      <w:lvlJc w:val="left"/>
      <w:pPr>
        <w:ind w:left="284" w:hanging="284"/>
      </w:pPr>
      <w:rPr>
        <w:rFonts w:ascii="Audi Type Extended" w:hAnsi="Audi Type Extended" w:hint="default"/>
        <w:b/>
        <w:i w:val="0"/>
        <w:color w:val="F50537"/>
        <w:sz w:val="16"/>
        <w:u w:val="none" w:color="F50537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F1E1D"/>
    <w:multiLevelType w:val="multilevel"/>
    <w:tmpl w:val="E8C08C3A"/>
    <w:styleLink w:val="AktuelleListe1"/>
    <w:lvl w:ilvl="0">
      <w:start w:val="1"/>
      <w:numFmt w:val="bullet"/>
      <w:lvlText w:val="·"/>
      <w:lvlJc w:val="left"/>
      <w:pPr>
        <w:ind w:left="425" w:hanging="425"/>
      </w:pPr>
      <w:rPr>
        <w:rFonts w:ascii="Audi Type" w:hAnsi="Audi Type" w:hint="default"/>
        <w:b/>
        <w:i w:val="0"/>
        <w:color w:val="auto"/>
        <w:sz w:val="28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61281B"/>
    <w:multiLevelType w:val="hybridMultilevel"/>
    <w:tmpl w:val="FAC85BB2"/>
    <w:lvl w:ilvl="0" w:tplc="AFF6EDA6">
      <w:start w:val="1"/>
      <w:numFmt w:val="bullet"/>
      <w:lvlText w:val="·"/>
      <w:lvlJc w:val="left"/>
      <w:pPr>
        <w:ind w:left="284" w:hanging="284"/>
      </w:pPr>
      <w:rPr>
        <w:rFonts w:ascii="Audi Type Extended" w:hAnsi="Audi Type Extended" w:hint="default"/>
        <w:b/>
        <w:i w:val="0"/>
        <w:color w:val="auto"/>
        <w:sz w:val="28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157BA5"/>
    <w:multiLevelType w:val="hybridMultilevel"/>
    <w:tmpl w:val="7CC64AD0"/>
    <w:lvl w:ilvl="0" w:tplc="96CC77E2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b w:val="0"/>
        <w:i w:val="0"/>
        <w:color w:val="E51C3C"/>
        <w:sz w:val="16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9159ED"/>
    <w:multiLevelType w:val="hybridMultilevel"/>
    <w:tmpl w:val="B914B8BA"/>
    <w:lvl w:ilvl="0" w:tplc="42B6D390">
      <w:start w:val="1"/>
      <w:numFmt w:val="bullet"/>
      <w:lvlText w:val=""/>
      <w:lvlJc w:val="left"/>
      <w:pPr>
        <w:ind w:left="0" w:hanging="1071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9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729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</w:abstractNum>
  <w:abstractNum w:abstractNumId="21" w15:restartNumberingAfterBreak="0">
    <w:nsid w:val="69441BC9"/>
    <w:multiLevelType w:val="multilevel"/>
    <w:tmpl w:val="0407001D"/>
    <w:styleLink w:val="AktuelleList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A99229C"/>
    <w:multiLevelType w:val="multilevel"/>
    <w:tmpl w:val="70F4E55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7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8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6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3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049" w:hanging="360"/>
      </w:pPr>
      <w:rPr>
        <w:rFonts w:ascii="Wingdings" w:hAnsi="Wingdings" w:cs="Wingdings" w:hint="default"/>
      </w:rPr>
    </w:lvl>
  </w:abstractNum>
  <w:num w:numId="1" w16cid:durableId="127557513">
    <w:abstractNumId w:val="20"/>
  </w:num>
  <w:num w:numId="2" w16cid:durableId="1465587531">
    <w:abstractNumId w:val="22"/>
  </w:num>
  <w:num w:numId="3" w16cid:durableId="1531604212">
    <w:abstractNumId w:val="0"/>
  </w:num>
  <w:num w:numId="4" w16cid:durableId="1484465208">
    <w:abstractNumId w:val="1"/>
  </w:num>
  <w:num w:numId="5" w16cid:durableId="1586651579">
    <w:abstractNumId w:val="2"/>
  </w:num>
  <w:num w:numId="6" w16cid:durableId="237902591">
    <w:abstractNumId w:val="3"/>
  </w:num>
  <w:num w:numId="7" w16cid:durableId="2135326630">
    <w:abstractNumId w:val="8"/>
  </w:num>
  <w:num w:numId="8" w16cid:durableId="1392925740">
    <w:abstractNumId w:val="4"/>
  </w:num>
  <w:num w:numId="9" w16cid:durableId="1715689453">
    <w:abstractNumId w:val="5"/>
  </w:num>
  <w:num w:numId="10" w16cid:durableId="1690911725">
    <w:abstractNumId w:val="6"/>
  </w:num>
  <w:num w:numId="11" w16cid:durableId="794713266">
    <w:abstractNumId w:val="7"/>
  </w:num>
  <w:num w:numId="12" w16cid:durableId="1584729129">
    <w:abstractNumId w:val="9"/>
  </w:num>
  <w:num w:numId="13" w16cid:durableId="1965427697">
    <w:abstractNumId w:val="18"/>
  </w:num>
  <w:num w:numId="14" w16cid:durableId="1170680958">
    <w:abstractNumId w:val="17"/>
  </w:num>
  <w:num w:numId="15" w16cid:durableId="1828594688">
    <w:abstractNumId w:val="19"/>
  </w:num>
  <w:num w:numId="16" w16cid:durableId="71633099">
    <w:abstractNumId w:val="15"/>
  </w:num>
  <w:num w:numId="17" w16cid:durableId="1110705425">
    <w:abstractNumId w:val="12"/>
  </w:num>
  <w:num w:numId="18" w16cid:durableId="1719628854">
    <w:abstractNumId w:val="14"/>
  </w:num>
  <w:num w:numId="19" w16cid:durableId="1273630455">
    <w:abstractNumId w:val="21"/>
  </w:num>
  <w:num w:numId="20" w16cid:durableId="71124201">
    <w:abstractNumId w:val="13"/>
  </w:num>
  <w:num w:numId="21" w16cid:durableId="1843427034">
    <w:abstractNumId w:val="16"/>
  </w:num>
  <w:num w:numId="22" w16cid:durableId="2103604198">
    <w:abstractNumId w:val="11"/>
  </w:num>
  <w:num w:numId="23" w16cid:durableId="10915111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82"/>
    <w:rsid w:val="00001652"/>
    <w:rsid w:val="00003521"/>
    <w:rsid w:val="00003610"/>
    <w:rsid w:val="0000726B"/>
    <w:rsid w:val="000104AD"/>
    <w:rsid w:val="000135C5"/>
    <w:rsid w:val="000143F3"/>
    <w:rsid w:val="00014694"/>
    <w:rsid w:val="00021043"/>
    <w:rsid w:val="00023C67"/>
    <w:rsid w:val="00025A1D"/>
    <w:rsid w:val="0003001B"/>
    <w:rsid w:val="00031166"/>
    <w:rsid w:val="00036F1D"/>
    <w:rsid w:val="0003736E"/>
    <w:rsid w:val="00040FEE"/>
    <w:rsid w:val="000423DB"/>
    <w:rsid w:val="00045674"/>
    <w:rsid w:val="000519A2"/>
    <w:rsid w:val="00052753"/>
    <w:rsid w:val="00053188"/>
    <w:rsid w:val="00053747"/>
    <w:rsid w:val="00054647"/>
    <w:rsid w:val="00057FE2"/>
    <w:rsid w:val="00061731"/>
    <w:rsid w:val="000624B6"/>
    <w:rsid w:val="000630C3"/>
    <w:rsid w:val="00064A69"/>
    <w:rsid w:val="00065405"/>
    <w:rsid w:val="00065DAF"/>
    <w:rsid w:val="00066618"/>
    <w:rsid w:val="0006661D"/>
    <w:rsid w:val="00066817"/>
    <w:rsid w:val="0007096F"/>
    <w:rsid w:val="000726F2"/>
    <w:rsid w:val="00073759"/>
    <w:rsid w:val="000771C7"/>
    <w:rsid w:val="000805F6"/>
    <w:rsid w:val="00081303"/>
    <w:rsid w:val="00081349"/>
    <w:rsid w:val="00081B93"/>
    <w:rsid w:val="000826A9"/>
    <w:rsid w:val="00083404"/>
    <w:rsid w:val="00084552"/>
    <w:rsid w:val="00084858"/>
    <w:rsid w:val="00094F7D"/>
    <w:rsid w:val="000A07E2"/>
    <w:rsid w:val="000A0B3F"/>
    <w:rsid w:val="000A184D"/>
    <w:rsid w:val="000A19EB"/>
    <w:rsid w:val="000A28C5"/>
    <w:rsid w:val="000A36A2"/>
    <w:rsid w:val="000A459A"/>
    <w:rsid w:val="000A4F58"/>
    <w:rsid w:val="000A52BB"/>
    <w:rsid w:val="000A586D"/>
    <w:rsid w:val="000A724F"/>
    <w:rsid w:val="000B05EE"/>
    <w:rsid w:val="000B1D9F"/>
    <w:rsid w:val="000B205B"/>
    <w:rsid w:val="000B2BD2"/>
    <w:rsid w:val="000B3743"/>
    <w:rsid w:val="000B4C91"/>
    <w:rsid w:val="000B56C9"/>
    <w:rsid w:val="000C1AB5"/>
    <w:rsid w:val="000C36F8"/>
    <w:rsid w:val="000D0B6F"/>
    <w:rsid w:val="000D11C9"/>
    <w:rsid w:val="000D1AED"/>
    <w:rsid w:val="000D2E5F"/>
    <w:rsid w:val="000D40EF"/>
    <w:rsid w:val="000E175F"/>
    <w:rsid w:val="000E18BD"/>
    <w:rsid w:val="000E3B95"/>
    <w:rsid w:val="000E5096"/>
    <w:rsid w:val="000E5581"/>
    <w:rsid w:val="000E7246"/>
    <w:rsid w:val="000F145D"/>
    <w:rsid w:val="000F2F93"/>
    <w:rsid w:val="000F37D4"/>
    <w:rsid w:val="000F7486"/>
    <w:rsid w:val="00100412"/>
    <w:rsid w:val="00100F13"/>
    <w:rsid w:val="001011AA"/>
    <w:rsid w:val="00103A0F"/>
    <w:rsid w:val="00114C66"/>
    <w:rsid w:val="00115118"/>
    <w:rsid w:val="00116D6C"/>
    <w:rsid w:val="00121BCF"/>
    <w:rsid w:val="00121D41"/>
    <w:rsid w:val="00132BFE"/>
    <w:rsid w:val="00136024"/>
    <w:rsid w:val="00137E77"/>
    <w:rsid w:val="00140532"/>
    <w:rsid w:val="00140EDF"/>
    <w:rsid w:val="00144090"/>
    <w:rsid w:val="00144FC2"/>
    <w:rsid w:val="00146007"/>
    <w:rsid w:val="00147835"/>
    <w:rsid w:val="0014789A"/>
    <w:rsid w:val="00150E61"/>
    <w:rsid w:val="00151E73"/>
    <w:rsid w:val="00153C9E"/>
    <w:rsid w:val="00154D61"/>
    <w:rsid w:val="0015532F"/>
    <w:rsid w:val="0015643A"/>
    <w:rsid w:val="001646EE"/>
    <w:rsid w:val="00165342"/>
    <w:rsid w:val="0016696D"/>
    <w:rsid w:val="00166D0D"/>
    <w:rsid w:val="001674DA"/>
    <w:rsid w:val="00172CF2"/>
    <w:rsid w:val="001742F9"/>
    <w:rsid w:val="00181733"/>
    <w:rsid w:val="0018626B"/>
    <w:rsid w:val="0018687B"/>
    <w:rsid w:val="001909F7"/>
    <w:rsid w:val="00191299"/>
    <w:rsid w:val="0019597B"/>
    <w:rsid w:val="001A1BC6"/>
    <w:rsid w:val="001A2F3A"/>
    <w:rsid w:val="001B061D"/>
    <w:rsid w:val="001B0A2D"/>
    <w:rsid w:val="001B4908"/>
    <w:rsid w:val="001C1E58"/>
    <w:rsid w:val="001C2C57"/>
    <w:rsid w:val="001C4C16"/>
    <w:rsid w:val="001C6252"/>
    <w:rsid w:val="001C68E4"/>
    <w:rsid w:val="001C75EE"/>
    <w:rsid w:val="001C77EF"/>
    <w:rsid w:val="001C7A49"/>
    <w:rsid w:val="001C7B81"/>
    <w:rsid w:val="001D1C6E"/>
    <w:rsid w:val="001D2B1B"/>
    <w:rsid w:val="001D311C"/>
    <w:rsid w:val="001D325B"/>
    <w:rsid w:val="001D39B8"/>
    <w:rsid w:val="001D5308"/>
    <w:rsid w:val="001D6C84"/>
    <w:rsid w:val="001D6C8F"/>
    <w:rsid w:val="001D7912"/>
    <w:rsid w:val="001E05B1"/>
    <w:rsid w:val="001E4B7A"/>
    <w:rsid w:val="001E5C76"/>
    <w:rsid w:val="001E6BC3"/>
    <w:rsid w:val="001E7390"/>
    <w:rsid w:val="001E7508"/>
    <w:rsid w:val="001F0E04"/>
    <w:rsid w:val="001F4444"/>
    <w:rsid w:val="001F55F1"/>
    <w:rsid w:val="001F5C8F"/>
    <w:rsid w:val="00200391"/>
    <w:rsid w:val="00203751"/>
    <w:rsid w:val="002056D6"/>
    <w:rsid w:val="002114CA"/>
    <w:rsid w:val="0021155B"/>
    <w:rsid w:val="00212398"/>
    <w:rsid w:val="00213357"/>
    <w:rsid w:val="00214BAA"/>
    <w:rsid w:val="002158D1"/>
    <w:rsid w:val="0021618C"/>
    <w:rsid w:val="0022388D"/>
    <w:rsid w:val="002251E1"/>
    <w:rsid w:val="00230EBE"/>
    <w:rsid w:val="0023218A"/>
    <w:rsid w:val="00234E19"/>
    <w:rsid w:val="00235761"/>
    <w:rsid w:val="0024238D"/>
    <w:rsid w:val="0024264C"/>
    <w:rsid w:val="0024301E"/>
    <w:rsid w:val="00243396"/>
    <w:rsid w:val="002437A8"/>
    <w:rsid w:val="00247F4D"/>
    <w:rsid w:val="00255EEC"/>
    <w:rsid w:val="00262052"/>
    <w:rsid w:val="002632EE"/>
    <w:rsid w:val="00263E98"/>
    <w:rsid w:val="002709C7"/>
    <w:rsid w:val="00272CD3"/>
    <w:rsid w:val="002730A8"/>
    <w:rsid w:val="002749B8"/>
    <w:rsid w:val="00276496"/>
    <w:rsid w:val="00283650"/>
    <w:rsid w:val="00283C99"/>
    <w:rsid w:val="00284667"/>
    <w:rsid w:val="00285605"/>
    <w:rsid w:val="002859C5"/>
    <w:rsid w:val="00286E67"/>
    <w:rsid w:val="00286FD8"/>
    <w:rsid w:val="00290BE5"/>
    <w:rsid w:val="00290EE9"/>
    <w:rsid w:val="00292091"/>
    <w:rsid w:val="0029572A"/>
    <w:rsid w:val="002963FA"/>
    <w:rsid w:val="002A2E31"/>
    <w:rsid w:val="002B0F16"/>
    <w:rsid w:val="002B1794"/>
    <w:rsid w:val="002B1DEA"/>
    <w:rsid w:val="002B59C5"/>
    <w:rsid w:val="002B5B7E"/>
    <w:rsid w:val="002B5FCC"/>
    <w:rsid w:val="002B63E8"/>
    <w:rsid w:val="002B6ED6"/>
    <w:rsid w:val="002B7942"/>
    <w:rsid w:val="002C14D8"/>
    <w:rsid w:val="002C2EB0"/>
    <w:rsid w:val="002C4040"/>
    <w:rsid w:val="002C540D"/>
    <w:rsid w:val="002C61DB"/>
    <w:rsid w:val="002D09B8"/>
    <w:rsid w:val="002D1ACE"/>
    <w:rsid w:val="002D2071"/>
    <w:rsid w:val="002D289B"/>
    <w:rsid w:val="002D3B77"/>
    <w:rsid w:val="002D3F70"/>
    <w:rsid w:val="002D40E3"/>
    <w:rsid w:val="002D43D6"/>
    <w:rsid w:val="002D44E4"/>
    <w:rsid w:val="002D740B"/>
    <w:rsid w:val="002E1211"/>
    <w:rsid w:val="002E1443"/>
    <w:rsid w:val="002E1CDF"/>
    <w:rsid w:val="002E1EAB"/>
    <w:rsid w:val="002E2233"/>
    <w:rsid w:val="002E6E6F"/>
    <w:rsid w:val="002F1FCF"/>
    <w:rsid w:val="002F57DA"/>
    <w:rsid w:val="003001EE"/>
    <w:rsid w:val="00303B94"/>
    <w:rsid w:val="00304EFD"/>
    <w:rsid w:val="00305760"/>
    <w:rsid w:val="00305E10"/>
    <w:rsid w:val="00306C5A"/>
    <w:rsid w:val="00311BB8"/>
    <w:rsid w:val="0031319E"/>
    <w:rsid w:val="003156DD"/>
    <w:rsid w:val="003179EC"/>
    <w:rsid w:val="0032276D"/>
    <w:rsid w:val="00322AA1"/>
    <w:rsid w:val="00322B70"/>
    <w:rsid w:val="00322CCE"/>
    <w:rsid w:val="0033073A"/>
    <w:rsid w:val="00330B6B"/>
    <w:rsid w:val="00332307"/>
    <w:rsid w:val="00333C76"/>
    <w:rsid w:val="003363D5"/>
    <w:rsid w:val="0034017D"/>
    <w:rsid w:val="003404F0"/>
    <w:rsid w:val="00345955"/>
    <w:rsid w:val="00346463"/>
    <w:rsid w:val="00354D2B"/>
    <w:rsid w:val="00354FD9"/>
    <w:rsid w:val="00357332"/>
    <w:rsid w:val="003579ED"/>
    <w:rsid w:val="003608A1"/>
    <w:rsid w:val="00361C4F"/>
    <w:rsid w:val="00362ECD"/>
    <w:rsid w:val="00363576"/>
    <w:rsid w:val="003636B0"/>
    <w:rsid w:val="00363BB1"/>
    <w:rsid w:val="00366BB1"/>
    <w:rsid w:val="00373D48"/>
    <w:rsid w:val="003763AB"/>
    <w:rsid w:val="00377835"/>
    <w:rsid w:val="00377E64"/>
    <w:rsid w:val="0038073B"/>
    <w:rsid w:val="0038145C"/>
    <w:rsid w:val="00382381"/>
    <w:rsid w:val="00384B80"/>
    <w:rsid w:val="003850E1"/>
    <w:rsid w:val="00390F95"/>
    <w:rsid w:val="00394DA7"/>
    <w:rsid w:val="003951DE"/>
    <w:rsid w:val="00395A4C"/>
    <w:rsid w:val="003A068F"/>
    <w:rsid w:val="003A39D3"/>
    <w:rsid w:val="003A4C3C"/>
    <w:rsid w:val="003A5F8F"/>
    <w:rsid w:val="003A7F70"/>
    <w:rsid w:val="003B26D2"/>
    <w:rsid w:val="003B278B"/>
    <w:rsid w:val="003B3E0B"/>
    <w:rsid w:val="003B50E7"/>
    <w:rsid w:val="003B5550"/>
    <w:rsid w:val="003B5F79"/>
    <w:rsid w:val="003C0229"/>
    <w:rsid w:val="003C0759"/>
    <w:rsid w:val="003C39F4"/>
    <w:rsid w:val="003C6DF1"/>
    <w:rsid w:val="003C6ECB"/>
    <w:rsid w:val="003D07C6"/>
    <w:rsid w:val="003D12F7"/>
    <w:rsid w:val="003D2D77"/>
    <w:rsid w:val="003D3600"/>
    <w:rsid w:val="003D48C0"/>
    <w:rsid w:val="003D6776"/>
    <w:rsid w:val="003E031B"/>
    <w:rsid w:val="003E0EAA"/>
    <w:rsid w:val="003E13FA"/>
    <w:rsid w:val="003E1AD9"/>
    <w:rsid w:val="003E1D07"/>
    <w:rsid w:val="003E226F"/>
    <w:rsid w:val="003E4484"/>
    <w:rsid w:val="003E7174"/>
    <w:rsid w:val="003F29DD"/>
    <w:rsid w:val="003F3198"/>
    <w:rsid w:val="003F4A78"/>
    <w:rsid w:val="003F51CF"/>
    <w:rsid w:val="004002F4"/>
    <w:rsid w:val="0040087B"/>
    <w:rsid w:val="00401A85"/>
    <w:rsid w:val="004021A1"/>
    <w:rsid w:val="00404722"/>
    <w:rsid w:val="00404860"/>
    <w:rsid w:val="00404A5A"/>
    <w:rsid w:val="0040518F"/>
    <w:rsid w:val="00405314"/>
    <w:rsid w:val="00411142"/>
    <w:rsid w:val="004145B4"/>
    <w:rsid w:val="0042015B"/>
    <w:rsid w:val="004226D1"/>
    <w:rsid w:val="004239B7"/>
    <w:rsid w:val="004255D0"/>
    <w:rsid w:val="00425B13"/>
    <w:rsid w:val="004267AA"/>
    <w:rsid w:val="00426AA9"/>
    <w:rsid w:val="00431351"/>
    <w:rsid w:val="00431E36"/>
    <w:rsid w:val="0043295A"/>
    <w:rsid w:val="004331E9"/>
    <w:rsid w:val="00435599"/>
    <w:rsid w:val="0043604E"/>
    <w:rsid w:val="00436208"/>
    <w:rsid w:val="004370C5"/>
    <w:rsid w:val="00442621"/>
    <w:rsid w:val="004443E9"/>
    <w:rsid w:val="004476C9"/>
    <w:rsid w:val="0045417D"/>
    <w:rsid w:val="00455229"/>
    <w:rsid w:val="004574EE"/>
    <w:rsid w:val="00460994"/>
    <w:rsid w:val="004615D5"/>
    <w:rsid w:val="00461E76"/>
    <w:rsid w:val="0046358D"/>
    <w:rsid w:val="00463B15"/>
    <w:rsid w:val="00470299"/>
    <w:rsid w:val="00470868"/>
    <w:rsid w:val="00470B98"/>
    <w:rsid w:val="0047132B"/>
    <w:rsid w:val="004728A3"/>
    <w:rsid w:val="00473589"/>
    <w:rsid w:val="00473C2C"/>
    <w:rsid w:val="00474412"/>
    <w:rsid w:val="004749F2"/>
    <w:rsid w:val="00474DF6"/>
    <w:rsid w:val="00475515"/>
    <w:rsid w:val="00475C3E"/>
    <w:rsid w:val="00476841"/>
    <w:rsid w:val="00476925"/>
    <w:rsid w:val="00476944"/>
    <w:rsid w:val="004779A7"/>
    <w:rsid w:val="0048394A"/>
    <w:rsid w:val="00484748"/>
    <w:rsid w:val="004866EB"/>
    <w:rsid w:val="004879AE"/>
    <w:rsid w:val="004916A5"/>
    <w:rsid w:val="00495292"/>
    <w:rsid w:val="00495AEF"/>
    <w:rsid w:val="004A1CB6"/>
    <w:rsid w:val="004A1E73"/>
    <w:rsid w:val="004A57C0"/>
    <w:rsid w:val="004B02A5"/>
    <w:rsid w:val="004B0E45"/>
    <w:rsid w:val="004B35FA"/>
    <w:rsid w:val="004B3F49"/>
    <w:rsid w:val="004B4362"/>
    <w:rsid w:val="004B5057"/>
    <w:rsid w:val="004B6607"/>
    <w:rsid w:val="004C20A5"/>
    <w:rsid w:val="004C7CD4"/>
    <w:rsid w:val="004D0CE7"/>
    <w:rsid w:val="004D3841"/>
    <w:rsid w:val="004D39BD"/>
    <w:rsid w:val="004D3D6D"/>
    <w:rsid w:val="004D6766"/>
    <w:rsid w:val="004E0E87"/>
    <w:rsid w:val="004E1908"/>
    <w:rsid w:val="004E29E3"/>
    <w:rsid w:val="004E2A4B"/>
    <w:rsid w:val="004E308B"/>
    <w:rsid w:val="004E3493"/>
    <w:rsid w:val="004E5300"/>
    <w:rsid w:val="004E5AF2"/>
    <w:rsid w:val="004E7157"/>
    <w:rsid w:val="004F2AAE"/>
    <w:rsid w:val="004F3098"/>
    <w:rsid w:val="004F58C9"/>
    <w:rsid w:val="0050096D"/>
    <w:rsid w:val="005019DC"/>
    <w:rsid w:val="005023F9"/>
    <w:rsid w:val="00505BE0"/>
    <w:rsid w:val="00510031"/>
    <w:rsid w:val="00510C98"/>
    <w:rsid w:val="00511B45"/>
    <w:rsid w:val="00513D1C"/>
    <w:rsid w:val="00515C20"/>
    <w:rsid w:val="00516926"/>
    <w:rsid w:val="00520E39"/>
    <w:rsid w:val="00523484"/>
    <w:rsid w:val="005249A9"/>
    <w:rsid w:val="005258F5"/>
    <w:rsid w:val="00525DEB"/>
    <w:rsid w:val="0052613B"/>
    <w:rsid w:val="00526D5D"/>
    <w:rsid w:val="005305E0"/>
    <w:rsid w:val="00532D26"/>
    <w:rsid w:val="00534212"/>
    <w:rsid w:val="00534350"/>
    <w:rsid w:val="00536512"/>
    <w:rsid w:val="005369FD"/>
    <w:rsid w:val="00537FCB"/>
    <w:rsid w:val="00540C30"/>
    <w:rsid w:val="00540D02"/>
    <w:rsid w:val="00540E2C"/>
    <w:rsid w:val="00542B8F"/>
    <w:rsid w:val="005433B0"/>
    <w:rsid w:val="0054495F"/>
    <w:rsid w:val="00545602"/>
    <w:rsid w:val="0054610B"/>
    <w:rsid w:val="00546C44"/>
    <w:rsid w:val="00555469"/>
    <w:rsid w:val="00555D42"/>
    <w:rsid w:val="00560458"/>
    <w:rsid w:val="00560DEC"/>
    <w:rsid w:val="0056348E"/>
    <w:rsid w:val="005656FA"/>
    <w:rsid w:val="00566576"/>
    <w:rsid w:val="005673C8"/>
    <w:rsid w:val="00570968"/>
    <w:rsid w:val="00570E8A"/>
    <w:rsid w:val="00571028"/>
    <w:rsid w:val="00571CDD"/>
    <w:rsid w:val="005736DE"/>
    <w:rsid w:val="00581DF3"/>
    <w:rsid w:val="00582C00"/>
    <w:rsid w:val="00584B66"/>
    <w:rsid w:val="00584C3A"/>
    <w:rsid w:val="0058620E"/>
    <w:rsid w:val="00587034"/>
    <w:rsid w:val="00587113"/>
    <w:rsid w:val="00593501"/>
    <w:rsid w:val="00596CCE"/>
    <w:rsid w:val="00597CDD"/>
    <w:rsid w:val="005A69EC"/>
    <w:rsid w:val="005B0E8F"/>
    <w:rsid w:val="005B2F99"/>
    <w:rsid w:val="005B41FF"/>
    <w:rsid w:val="005B6297"/>
    <w:rsid w:val="005B67D0"/>
    <w:rsid w:val="005C0ACB"/>
    <w:rsid w:val="005C0F1E"/>
    <w:rsid w:val="005C173F"/>
    <w:rsid w:val="005C3391"/>
    <w:rsid w:val="005C5809"/>
    <w:rsid w:val="005C5C26"/>
    <w:rsid w:val="005D03FE"/>
    <w:rsid w:val="005D0850"/>
    <w:rsid w:val="005D0BE2"/>
    <w:rsid w:val="005D13F7"/>
    <w:rsid w:val="005D408B"/>
    <w:rsid w:val="005D6FD8"/>
    <w:rsid w:val="005E1178"/>
    <w:rsid w:val="005E184E"/>
    <w:rsid w:val="005E227C"/>
    <w:rsid w:val="005E5ABD"/>
    <w:rsid w:val="005E67F3"/>
    <w:rsid w:val="005E6973"/>
    <w:rsid w:val="005E739E"/>
    <w:rsid w:val="005F04D6"/>
    <w:rsid w:val="005F5BA2"/>
    <w:rsid w:val="005F7D02"/>
    <w:rsid w:val="006016D8"/>
    <w:rsid w:val="00602D1A"/>
    <w:rsid w:val="00604693"/>
    <w:rsid w:val="00604A55"/>
    <w:rsid w:val="00605246"/>
    <w:rsid w:val="00606181"/>
    <w:rsid w:val="006105DC"/>
    <w:rsid w:val="006114C3"/>
    <w:rsid w:val="00611A4C"/>
    <w:rsid w:val="00613C03"/>
    <w:rsid w:val="00613DFE"/>
    <w:rsid w:val="006154CF"/>
    <w:rsid w:val="0061F9AB"/>
    <w:rsid w:val="00620C5C"/>
    <w:rsid w:val="00620EE5"/>
    <w:rsid w:val="00625C6A"/>
    <w:rsid w:val="00626B3A"/>
    <w:rsid w:val="00636314"/>
    <w:rsid w:val="00636F61"/>
    <w:rsid w:val="00640486"/>
    <w:rsid w:val="00642F1D"/>
    <w:rsid w:val="006440D4"/>
    <w:rsid w:val="006458E0"/>
    <w:rsid w:val="00646EF1"/>
    <w:rsid w:val="00651B07"/>
    <w:rsid w:val="00652D4C"/>
    <w:rsid w:val="00653310"/>
    <w:rsid w:val="006546D8"/>
    <w:rsid w:val="00657C96"/>
    <w:rsid w:val="00662409"/>
    <w:rsid w:val="00665A90"/>
    <w:rsid w:val="006660F1"/>
    <w:rsid w:val="0067084D"/>
    <w:rsid w:val="006713D6"/>
    <w:rsid w:val="006715EA"/>
    <w:rsid w:val="0067194E"/>
    <w:rsid w:val="00674DEE"/>
    <w:rsid w:val="00676B48"/>
    <w:rsid w:val="00677222"/>
    <w:rsid w:val="00680590"/>
    <w:rsid w:val="00680BDC"/>
    <w:rsid w:val="00682BD7"/>
    <w:rsid w:val="00684058"/>
    <w:rsid w:val="00684E45"/>
    <w:rsid w:val="00687B89"/>
    <w:rsid w:val="006923CC"/>
    <w:rsid w:val="00697E4E"/>
    <w:rsid w:val="006A0967"/>
    <w:rsid w:val="006A796D"/>
    <w:rsid w:val="006B4B03"/>
    <w:rsid w:val="006B61DE"/>
    <w:rsid w:val="006B6376"/>
    <w:rsid w:val="006C40A2"/>
    <w:rsid w:val="006D0270"/>
    <w:rsid w:val="006D12BF"/>
    <w:rsid w:val="006D1AD9"/>
    <w:rsid w:val="006D33B3"/>
    <w:rsid w:val="006D3FDD"/>
    <w:rsid w:val="006D41E4"/>
    <w:rsid w:val="006D5638"/>
    <w:rsid w:val="006E0EEE"/>
    <w:rsid w:val="006E5693"/>
    <w:rsid w:val="006F17AA"/>
    <w:rsid w:val="006F2224"/>
    <w:rsid w:val="006F472A"/>
    <w:rsid w:val="006F541A"/>
    <w:rsid w:val="006F6A5C"/>
    <w:rsid w:val="007009DE"/>
    <w:rsid w:val="00701910"/>
    <w:rsid w:val="00702381"/>
    <w:rsid w:val="00702D1A"/>
    <w:rsid w:val="007035D0"/>
    <w:rsid w:val="0070437F"/>
    <w:rsid w:val="007045E6"/>
    <w:rsid w:val="00705AED"/>
    <w:rsid w:val="00705B69"/>
    <w:rsid w:val="00705D45"/>
    <w:rsid w:val="007060BA"/>
    <w:rsid w:val="007075C5"/>
    <w:rsid w:val="00713A82"/>
    <w:rsid w:val="00715EAE"/>
    <w:rsid w:val="0071782C"/>
    <w:rsid w:val="00720AF9"/>
    <w:rsid w:val="00720C9D"/>
    <w:rsid w:val="00721EE6"/>
    <w:rsid w:val="007221D3"/>
    <w:rsid w:val="007230DC"/>
    <w:rsid w:val="00724D69"/>
    <w:rsid w:val="00727E82"/>
    <w:rsid w:val="007300A6"/>
    <w:rsid w:val="00730430"/>
    <w:rsid w:val="0073492B"/>
    <w:rsid w:val="00734C26"/>
    <w:rsid w:val="0074379E"/>
    <w:rsid w:val="00743BB9"/>
    <w:rsid w:val="007451CA"/>
    <w:rsid w:val="00745F0C"/>
    <w:rsid w:val="00750319"/>
    <w:rsid w:val="007523D8"/>
    <w:rsid w:val="0075307A"/>
    <w:rsid w:val="00753E6C"/>
    <w:rsid w:val="007549EE"/>
    <w:rsid w:val="00755262"/>
    <w:rsid w:val="00761971"/>
    <w:rsid w:val="00761B26"/>
    <w:rsid w:val="00765674"/>
    <w:rsid w:val="0077179B"/>
    <w:rsid w:val="00771C92"/>
    <w:rsid w:val="00772BCF"/>
    <w:rsid w:val="007740FD"/>
    <w:rsid w:val="00780B28"/>
    <w:rsid w:val="0078496C"/>
    <w:rsid w:val="0079070D"/>
    <w:rsid w:val="00793D53"/>
    <w:rsid w:val="007963BB"/>
    <w:rsid w:val="007979AE"/>
    <w:rsid w:val="007A3790"/>
    <w:rsid w:val="007A63E1"/>
    <w:rsid w:val="007B0783"/>
    <w:rsid w:val="007B0CF1"/>
    <w:rsid w:val="007B40EE"/>
    <w:rsid w:val="007B57A4"/>
    <w:rsid w:val="007B6279"/>
    <w:rsid w:val="007C06D9"/>
    <w:rsid w:val="007C0A7E"/>
    <w:rsid w:val="007C0E82"/>
    <w:rsid w:val="007C1502"/>
    <w:rsid w:val="007C1A2B"/>
    <w:rsid w:val="007C6510"/>
    <w:rsid w:val="007D005D"/>
    <w:rsid w:val="007D158F"/>
    <w:rsid w:val="007D76AD"/>
    <w:rsid w:val="007D7CAF"/>
    <w:rsid w:val="007E0892"/>
    <w:rsid w:val="007E15CC"/>
    <w:rsid w:val="007E1633"/>
    <w:rsid w:val="007E1B87"/>
    <w:rsid w:val="007E335C"/>
    <w:rsid w:val="007E4DE8"/>
    <w:rsid w:val="007E56A0"/>
    <w:rsid w:val="007E74DE"/>
    <w:rsid w:val="007F0A52"/>
    <w:rsid w:val="007F2FCE"/>
    <w:rsid w:val="007F48FC"/>
    <w:rsid w:val="007F4968"/>
    <w:rsid w:val="007F4F07"/>
    <w:rsid w:val="007F613E"/>
    <w:rsid w:val="007F72E3"/>
    <w:rsid w:val="008001EC"/>
    <w:rsid w:val="00802E64"/>
    <w:rsid w:val="0080391F"/>
    <w:rsid w:val="008045D9"/>
    <w:rsid w:val="00807410"/>
    <w:rsid w:val="0081012E"/>
    <w:rsid w:val="00812352"/>
    <w:rsid w:val="00816DAD"/>
    <w:rsid w:val="00820D42"/>
    <w:rsid w:val="00822934"/>
    <w:rsid w:val="00823CFD"/>
    <w:rsid w:val="00827B25"/>
    <w:rsid w:val="00831550"/>
    <w:rsid w:val="008320BD"/>
    <w:rsid w:val="0083674E"/>
    <w:rsid w:val="00836FF7"/>
    <w:rsid w:val="008375D0"/>
    <w:rsid w:val="00837C04"/>
    <w:rsid w:val="008410AE"/>
    <w:rsid w:val="008461E0"/>
    <w:rsid w:val="008525BE"/>
    <w:rsid w:val="00852E4F"/>
    <w:rsid w:val="00853484"/>
    <w:rsid w:val="008535FB"/>
    <w:rsid w:val="00854CD1"/>
    <w:rsid w:val="00856724"/>
    <w:rsid w:val="008620DE"/>
    <w:rsid w:val="008629B7"/>
    <w:rsid w:val="00865F9D"/>
    <w:rsid w:val="00873A5C"/>
    <w:rsid w:val="0087417D"/>
    <w:rsid w:val="00874AD0"/>
    <w:rsid w:val="008767EF"/>
    <w:rsid w:val="00876BAE"/>
    <w:rsid w:val="00881841"/>
    <w:rsid w:val="00883D53"/>
    <w:rsid w:val="0088461A"/>
    <w:rsid w:val="00885357"/>
    <w:rsid w:val="00885D75"/>
    <w:rsid w:val="00890D97"/>
    <w:rsid w:val="00892EAE"/>
    <w:rsid w:val="008946E9"/>
    <w:rsid w:val="008968BA"/>
    <w:rsid w:val="00896E59"/>
    <w:rsid w:val="008970B4"/>
    <w:rsid w:val="008A6536"/>
    <w:rsid w:val="008A7027"/>
    <w:rsid w:val="008B726A"/>
    <w:rsid w:val="008B78DB"/>
    <w:rsid w:val="008C0469"/>
    <w:rsid w:val="008C1CFB"/>
    <w:rsid w:val="008C3A95"/>
    <w:rsid w:val="008C3B70"/>
    <w:rsid w:val="008C6D55"/>
    <w:rsid w:val="008C745D"/>
    <w:rsid w:val="008D1771"/>
    <w:rsid w:val="008D1D06"/>
    <w:rsid w:val="008D307A"/>
    <w:rsid w:val="008D4576"/>
    <w:rsid w:val="008D495E"/>
    <w:rsid w:val="008D566E"/>
    <w:rsid w:val="008E0663"/>
    <w:rsid w:val="008E0EB2"/>
    <w:rsid w:val="008E5C0C"/>
    <w:rsid w:val="008E69FD"/>
    <w:rsid w:val="008E7B9E"/>
    <w:rsid w:val="008F16E4"/>
    <w:rsid w:val="008F31BF"/>
    <w:rsid w:val="008F5167"/>
    <w:rsid w:val="008F5433"/>
    <w:rsid w:val="008F6E2E"/>
    <w:rsid w:val="008F77EE"/>
    <w:rsid w:val="009001C7"/>
    <w:rsid w:val="009024DB"/>
    <w:rsid w:val="0090302A"/>
    <w:rsid w:val="00904202"/>
    <w:rsid w:val="00905491"/>
    <w:rsid w:val="009055BE"/>
    <w:rsid w:val="00907530"/>
    <w:rsid w:val="00907C15"/>
    <w:rsid w:val="00911C8B"/>
    <w:rsid w:val="00912FC8"/>
    <w:rsid w:val="00913218"/>
    <w:rsid w:val="0091372F"/>
    <w:rsid w:val="0091532B"/>
    <w:rsid w:val="00925866"/>
    <w:rsid w:val="00925D27"/>
    <w:rsid w:val="009267D4"/>
    <w:rsid w:val="00931BF0"/>
    <w:rsid w:val="00933441"/>
    <w:rsid w:val="009344A2"/>
    <w:rsid w:val="0093519E"/>
    <w:rsid w:val="00935D08"/>
    <w:rsid w:val="00936A2D"/>
    <w:rsid w:val="009401A6"/>
    <w:rsid w:val="009442A1"/>
    <w:rsid w:val="00944AB8"/>
    <w:rsid w:val="00944CF7"/>
    <w:rsid w:val="00950251"/>
    <w:rsid w:val="00951683"/>
    <w:rsid w:val="00953C00"/>
    <w:rsid w:val="00955BB7"/>
    <w:rsid w:val="00960419"/>
    <w:rsid w:val="009606FA"/>
    <w:rsid w:val="009652DA"/>
    <w:rsid w:val="0096534D"/>
    <w:rsid w:val="00967BF6"/>
    <w:rsid w:val="00970557"/>
    <w:rsid w:val="0097061F"/>
    <w:rsid w:val="009712BF"/>
    <w:rsid w:val="00973F74"/>
    <w:rsid w:val="0097440A"/>
    <w:rsid w:val="00974E89"/>
    <w:rsid w:val="009774F1"/>
    <w:rsid w:val="00983507"/>
    <w:rsid w:val="009836D2"/>
    <w:rsid w:val="009838A6"/>
    <w:rsid w:val="00985489"/>
    <w:rsid w:val="00985C8C"/>
    <w:rsid w:val="00986D2A"/>
    <w:rsid w:val="009944CB"/>
    <w:rsid w:val="00996F33"/>
    <w:rsid w:val="009A0D7B"/>
    <w:rsid w:val="009A2B6C"/>
    <w:rsid w:val="009A2BAC"/>
    <w:rsid w:val="009A5B3D"/>
    <w:rsid w:val="009A64B5"/>
    <w:rsid w:val="009B06B9"/>
    <w:rsid w:val="009B1442"/>
    <w:rsid w:val="009B2386"/>
    <w:rsid w:val="009B4C16"/>
    <w:rsid w:val="009B59F8"/>
    <w:rsid w:val="009B5BF2"/>
    <w:rsid w:val="009B6117"/>
    <w:rsid w:val="009B663F"/>
    <w:rsid w:val="009C0011"/>
    <w:rsid w:val="009C23DB"/>
    <w:rsid w:val="009C3D17"/>
    <w:rsid w:val="009C4A2D"/>
    <w:rsid w:val="009C56DF"/>
    <w:rsid w:val="009C5FE2"/>
    <w:rsid w:val="009C6133"/>
    <w:rsid w:val="009C6A37"/>
    <w:rsid w:val="009D01A6"/>
    <w:rsid w:val="009D0847"/>
    <w:rsid w:val="009D1062"/>
    <w:rsid w:val="009D440C"/>
    <w:rsid w:val="009E0988"/>
    <w:rsid w:val="009E0998"/>
    <w:rsid w:val="009E101D"/>
    <w:rsid w:val="009E2484"/>
    <w:rsid w:val="009E41EA"/>
    <w:rsid w:val="009E4813"/>
    <w:rsid w:val="009E5A1C"/>
    <w:rsid w:val="009E7502"/>
    <w:rsid w:val="009F05AE"/>
    <w:rsid w:val="009F0AC8"/>
    <w:rsid w:val="009F1EA4"/>
    <w:rsid w:val="009F3841"/>
    <w:rsid w:val="009F5DCC"/>
    <w:rsid w:val="00A0006D"/>
    <w:rsid w:val="00A020C7"/>
    <w:rsid w:val="00A04041"/>
    <w:rsid w:val="00A073D3"/>
    <w:rsid w:val="00A1084C"/>
    <w:rsid w:val="00A10D46"/>
    <w:rsid w:val="00A13C92"/>
    <w:rsid w:val="00A16AB9"/>
    <w:rsid w:val="00A17E76"/>
    <w:rsid w:val="00A24FBB"/>
    <w:rsid w:val="00A25FEB"/>
    <w:rsid w:val="00A2660F"/>
    <w:rsid w:val="00A270C0"/>
    <w:rsid w:val="00A30FAC"/>
    <w:rsid w:val="00A36B1F"/>
    <w:rsid w:val="00A40E08"/>
    <w:rsid w:val="00A40F5C"/>
    <w:rsid w:val="00A4475C"/>
    <w:rsid w:val="00A466A4"/>
    <w:rsid w:val="00A5065E"/>
    <w:rsid w:val="00A55C7C"/>
    <w:rsid w:val="00A63A1A"/>
    <w:rsid w:val="00A64AD5"/>
    <w:rsid w:val="00A66F60"/>
    <w:rsid w:val="00A70BB5"/>
    <w:rsid w:val="00A70BB7"/>
    <w:rsid w:val="00A77222"/>
    <w:rsid w:val="00A8065B"/>
    <w:rsid w:val="00A80CE2"/>
    <w:rsid w:val="00A8171D"/>
    <w:rsid w:val="00A92F64"/>
    <w:rsid w:val="00A9320C"/>
    <w:rsid w:val="00A95FF0"/>
    <w:rsid w:val="00A97268"/>
    <w:rsid w:val="00A97383"/>
    <w:rsid w:val="00AA39A9"/>
    <w:rsid w:val="00AA6A2D"/>
    <w:rsid w:val="00AB1637"/>
    <w:rsid w:val="00AB1C00"/>
    <w:rsid w:val="00AB2F05"/>
    <w:rsid w:val="00AB4121"/>
    <w:rsid w:val="00AB4702"/>
    <w:rsid w:val="00AB5A36"/>
    <w:rsid w:val="00AB7B60"/>
    <w:rsid w:val="00AC0E64"/>
    <w:rsid w:val="00AC1A34"/>
    <w:rsid w:val="00AC2275"/>
    <w:rsid w:val="00AC3944"/>
    <w:rsid w:val="00AD10CA"/>
    <w:rsid w:val="00AD23F0"/>
    <w:rsid w:val="00AD3277"/>
    <w:rsid w:val="00AD4FB7"/>
    <w:rsid w:val="00AE2BB7"/>
    <w:rsid w:val="00AE4D36"/>
    <w:rsid w:val="00AE651A"/>
    <w:rsid w:val="00AE7970"/>
    <w:rsid w:val="00AF072C"/>
    <w:rsid w:val="00AF11F8"/>
    <w:rsid w:val="00AF25D6"/>
    <w:rsid w:val="00AF412F"/>
    <w:rsid w:val="00AF63D4"/>
    <w:rsid w:val="00AF7B4C"/>
    <w:rsid w:val="00AF7DA2"/>
    <w:rsid w:val="00B046BD"/>
    <w:rsid w:val="00B04E3D"/>
    <w:rsid w:val="00B06C3B"/>
    <w:rsid w:val="00B119CC"/>
    <w:rsid w:val="00B11F99"/>
    <w:rsid w:val="00B136ED"/>
    <w:rsid w:val="00B17C99"/>
    <w:rsid w:val="00B20278"/>
    <w:rsid w:val="00B20791"/>
    <w:rsid w:val="00B264F1"/>
    <w:rsid w:val="00B27F74"/>
    <w:rsid w:val="00B27FD6"/>
    <w:rsid w:val="00B40E78"/>
    <w:rsid w:val="00B45FCF"/>
    <w:rsid w:val="00B46EB9"/>
    <w:rsid w:val="00B47277"/>
    <w:rsid w:val="00B47B91"/>
    <w:rsid w:val="00B47C32"/>
    <w:rsid w:val="00B50429"/>
    <w:rsid w:val="00B51060"/>
    <w:rsid w:val="00B52438"/>
    <w:rsid w:val="00B5269A"/>
    <w:rsid w:val="00B61EA6"/>
    <w:rsid w:val="00B6432D"/>
    <w:rsid w:val="00B67FD6"/>
    <w:rsid w:val="00B70F8F"/>
    <w:rsid w:val="00B723D4"/>
    <w:rsid w:val="00B72CE5"/>
    <w:rsid w:val="00B73E48"/>
    <w:rsid w:val="00B7482C"/>
    <w:rsid w:val="00B76120"/>
    <w:rsid w:val="00B76E23"/>
    <w:rsid w:val="00B845D7"/>
    <w:rsid w:val="00B869B3"/>
    <w:rsid w:val="00B86ADB"/>
    <w:rsid w:val="00B901F1"/>
    <w:rsid w:val="00B907D2"/>
    <w:rsid w:val="00B908B7"/>
    <w:rsid w:val="00B91C4C"/>
    <w:rsid w:val="00B92026"/>
    <w:rsid w:val="00B92367"/>
    <w:rsid w:val="00B92D8A"/>
    <w:rsid w:val="00B93B5F"/>
    <w:rsid w:val="00BA341B"/>
    <w:rsid w:val="00BA3869"/>
    <w:rsid w:val="00BA4086"/>
    <w:rsid w:val="00BA4AD8"/>
    <w:rsid w:val="00BA65D3"/>
    <w:rsid w:val="00BA6658"/>
    <w:rsid w:val="00BA6A97"/>
    <w:rsid w:val="00BA6AC6"/>
    <w:rsid w:val="00BB0BFF"/>
    <w:rsid w:val="00BB368D"/>
    <w:rsid w:val="00BB406B"/>
    <w:rsid w:val="00BB4147"/>
    <w:rsid w:val="00BB6C27"/>
    <w:rsid w:val="00BC0E1C"/>
    <w:rsid w:val="00BC2F35"/>
    <w:rsid w:val="00BC3A2B"/>
    <w:rsid w:val="00BC487A"/>
    <w:rsid w:val="00BC4CFF"/>
    <w:rsid w:val="00BC741E"/>
    <w:rsid w:val="00BE0955"/>
    <w:rsid w:val="00BE0BF9"/>
    <w:rsid w:val="00BE0FEE"/>
    <w:rsid w:val="00BE160D"/>
    <w:rsid w:val="00BE1622"/>
    <w:rsid w:val="00BE1F4C"/>
    <w:rsid w:val="00BE3264"/>
    <w:rsid w:val="00BE4B27"/>
    <w:rsid w:val="00BE73C2"/>
    <w:rsid w:val="00BF0634"/>
    <w:rsid w:val="00BF11FA"/>
    <w:rsid w:val="00BF4A05"/>
    <w:rsid w:val="00BF78E3"/>
    <w:rsid w:val="00C022FB"/>
    <w:rsid w:val="00C03484"/>
    <w:rsid w:val="00C04294"/>
    <w:rsid w:val="00C06793"/>
    <w:rsid w:val="00C1242E"/>
    <w:rsid w:val="00C1361E"/>
    <w:rsid w:val="00C13A40"/>
    <w:rsid w:val="00C21452"/>
    <w:rsid w:val="00C22DFE"/>
    <w:rsid w:val="00C236D6"/>
    <w:rsid w:val="00C24D57"/>
    <w:rsid w:val="00C24E11"/>
    <w:rsid w:val="00C24ED2"/>
    <w:rsid w:val="00C3023E"/>
    <w:rsid w:val="00C3286B"/>
    <w:rsid w:val="00C33ECF"/>
    <w:rsid w:val="00C34755"/>
    <w:rsid w:val="00C35B7E"/>
    <w:rsid w:val="00C37573"/>
    <w:rsid w:val="00C4012F"/>
    <w:rsid w:val="00C40DF0"/>
    <w:rsid w:val="00C40E55"/>
    <w:rsid w:val="00C41684"/>
    <w:rsid w:val="00C416FC"/>
    <w:rsid w:val="00C41E66"/>
    <w:rsid w:val="00C42475"/>
    <w:rsid w:val="00C42A69"/>
    <w:rsid w:val="00C4302E"/>
    <w:rsid w:val="00C43A08"/>
    <w:rsid w:val="00C460CC"/>
    <w:rsid w:val="00C533BA"/>
    <w:rsid w:val="00C53582"/>
    <w:rsid w:val="00C53956"/>
    <w:rsid w:val="00C546AD"/>
    <w:rsid w:val="00C5536E"/>
    <w:rsid w:val="00C561B0"/>
    <w:rsid w:val="00C56AB3"/>
    <w:rsid w:val="00C6015A"/>
    <w:rsid w:val="00C60370"/>
    <w:rsid w:val="00C60F42"/>
    <w:rsid w:val="00C6344E"/>
    <w:rsid w:val="00C65F0F"/>
    <w:rsid w:val="00C66B76"/>
    <w:rsid w:val="00C67CDD"/>
    <w:rsid w:val="00C70F5B"/>
    <w:rsid w:val="00C72EDB"/>
    <w:rsid w:val="00C762BA"/>
    <w:rsid w:val="00C80B53"/>
    <w:rsid w:val="00C8143C"/>
    <w:rsid w:val="00C8576F"/>
    <w:rsid w:val="00C8584D"/>
    <w:rsid w:val="00C9209E"/>
    <w:rsid w:val="00C920F1"/>
    <w:rsid w:val="00CA2933"/>
    <w:rsid w:val="00CA5867"/>
    <w:rsid w:val="00CB041E"/>
    <w:rsid w:val="00CB5D71"/>
    <w:rsid w:val="00CB649A"/>
    <w:rsid w:val="00CB75A0"/>
    <w:rsid w:val="00CB7BC9"/>
    <w:rsid w:val="00CC011B"/>
    <w:rsid w:val="00CC2638"/>
    <w:rsid w:val="00CC49FE"/>
    <w:rsid w:val="00CC606A"/>
    <w:rsid w:val="00CC76A7"/>
    <w:rsid w:val="00CD023F"/>
    <w:rsid w:val="00CD09BC"/>
    <w:rsid w:val="00CD1C97"/>
    <w:rsid w:val="00CD390E"/>
    <w:rsid w:val="00CE0BF9"/>
    <w:rsid w:val="00CE1EA7"/>
    <w:rsid w:val="00CE40EA"/>
    <w:rsid w:val="00CE4436"/>
    <w:rsid w:val="00CE4ADA"/>
    <w:rsid w:val="00CE5224"/>
    <w:rsid w:val="00CE6074"/>
    <w:rsid w:val="00CE62F8"/>
    <w:rsid w:val="00CF37B3"/>
    <w:rsid w:val="00CF62F9"/>
    <w:rsid w:val="00D00266"/>
    <w:rsid w:val="00D027CD"/>
    <w:rsid w:val="00D031BB"/>
    <w:rsid w:val="00D035B5"/>
    <w:rsid w:val="00D03761"/>
    <w:rsid w:val="00D03ABE"/>
    <w:rsid w:val="00D05A26"/>
    <w:rsid w:val="00D06760"/>
    <w:rsid w:val="00D10C6D"/>
    <w:rsid w:val="00D12012"/>
    <w:rsid w:val="00D13D61"/>
    <w:rsid w:val="00D15819"/>
    <w:rsid w:val="00D169CB"/>
    <w:rsid w:val="00D22F12"/>
    <w:rsid w:val="00D23B4D"/>
    <w:rsid w:val="00D26D1E"/>
    <w:rsid w:val="00D27561"/>
    <w:rsid w:val="00D33D76"/>
    <w:rsid w:val="00D34C5A"/>
    <w:rsid w:val="00D36341"/>
    <w:rsid w:val="00D36621"/>
    <w:rsid w:val="00D3705B"/>
    <w:rsid w:val="00D372EE"/>
    <w:rsid w:val="00D41357"/>
    <w:rsid w:val="00D42E78"/>
    <w:rsid w:val="00D43DE1"/>
    <w:rsid w:val="00D44F65"/>
    <w:rsid w:val="00D466E4"/>
    <w:rsid w:val="00D5028F"/>
    <w:rsid w:val="00D50EE1"/>
    <w:rsid w:val="00D521F5"/>
    <w:rsid w:val="00D53ABF"/>
    <w:rsid w:val="00D54E05"/>
    <w:rsid w:val="00D55630"/>
    <w:rsid w:val="00D5705E"/>
    <w:rsid w:val="00D65B0F"/>
    <w:rsid w:val="00D67503"/>
    <w:rsid w:val="00D67FB7"/>
    <w:rsid w:val="00D70D17"/>
    <w:rsid w:val="00D73EA0"/>
    <w:rsid w:val="00D755BF"/>
    <w:rsid w:val="00D86D12"/>
    <w:rsid w:val="00D86FE7"/>
    <w:rsid w:val="00D87AF9"/>
    <w:rsid w:val="00D945FF"/>
    <w:rsid w:val="00D95E73"/>
    <w:rsid w:val="00D9727C"/>
    <w:rsid w:val="00DA16BE"/>
    <w:rsid w:val="00DA3324"/>
    <w:rsid w:val="00DA3B63"/>
    <w:rsid w:val="00DA59FA"/>
    <w:rsid w:val="00DA79F2"/>
    <w:rsid w:val="00DA7F4B"/>
    <w:rsid w:val="00DB5138"/>
    <w:rsid w:val="00DC1D55"/>
    <w:rsid w:val="00DC2905"/>
    <w:rsid w:val="00DC30D2"/>
    <w:rsid w:val="00DC5241"/>
    <w:rsid w:val="00DC59D7"/>
    <w:rsid w:val="00DC7900"/>
    <w:rsid w:val="00DD0F43"/>
    <w:rsid w:val="00DD1A93"/>
    <w:rsid w:val="00DD49C9"/>
    <w:rsid w:val="00DD5522"/>
    <w:rsid w:val="00DD59C5"/>
    <w:rsid w:val="00DD67F6"/>
    <w:rsid w:val="00DE44EA"/>
    <w:rsid w:val="00DE52BB"/>
    <w:rsid w:val="00DE7610"/>
    <w:rsid w:val="00DF0A70"/>
    <w:rsid w:val="00E01F2D"/>
    <w:rsid w:val="00E03FD8"/>
    <w:rsid w:val="00E04923"/>
    <w:rsid w:val="00E0674F"/>
    <w:rsid w:val="00E07201"/>
    <w:rsid w:val="00E1164A"/>
    <w:rsid w:val="00E1336E"/>
    <w:rsid w:val="00E13E6C"/>
    <w:rsid w:val="00E151A6"/>
    <w:rsid w:val="00E2195D"/>
    <w:rsid w:val="00E22352"/>
    <w:rsid w:val="00E24D34"/>
    <w:rsid w:val="00E25597"/>
    <w:rsid w:val="00E30101"/>
    <w:rsid w:val="00E3180D"/>
    <w:rsid w:val="00E31A4B"/>
    <w:rsid w:val="00E334D7"/>
    <w:rsid w:val="00E33A1E"/>
    <w:rsid w:val="00E35020"/>
    <w:rsid w:val="00E3734F"/>
    <w:rsid w:val="00E42103"/>
    <w:rsid w:val="00E42459"/>
    <w:rsid w:val="00E42F48"/>
    <w:rsid w:val="00E436B4"/>
    <w:rsid w:val="00E4744E"/>
    <w:rsid w:val="00E47C33"/>
    <w:rsid w:val="00E47E38"/>
    <w:rsid w:val="00E50A06"/>
    <w:rsid w:val="00E50C6C"/>
    <w:rsid w:val="00E5347E"/>
    <w:rsid w:val="00E55D1F"/>
    <w:rsid w:val="00E56B38"/>
    <w:rsid w:val="00E56BAA"/>
    <w:rsid w:val="00E56EDC"/>
    <w:rsid w:val="00E61E79"/>
    <w:rsid w:val="00E674C4"/>
    <w:rsid w:val="00E739B0"/>
    <w:rsid w:val="00E7464B"/>
    <w:rsid w:val="00E810F5"/>
    <w:rsid w:val="00E81993"/>
    <w:rsid w:val="00E83639"/>
    <w:rsid w:val="00E85AD7"/>
    <w:rsid w:val="00E90120"/>
    <w:rsid w:val="00E91177"/>
    <w:rsid w:val="00E914A8"/>
    <w:rsid w:val="00E9324F"/>
    <w:rsid w:val="00E93727"/>
    <w:rsid w:val="00E94470"/>
    <w:rsid w:val="00E94CEC"/>
    <w:rsid w:val="00EA1288"/>
    <w:rsid w:val="00EA1F61"/>
    <w:rsid w:val="00EA30F8"/>
    <w:rsid w:val="00EA44CB"/>
    <w:rsid w:val="00EA44CD"/>
    <w:rsid w:val="00EA494A"/>
    <w:rsid w:val="00EA612A"/>
    <w:rsid w:val="00EB0FC2"/>
    <w:rsid w:val="00EB2A81"/>
    <w:rsid w:val="00EB330C"/>
    <w:rsid w:val="00EB7E49"/>
    <w:rsid w:val="00EC0EA6"/>
    <w:rsid w:val="00EC2B39"/>
    <w:rsid w:val="00EC4688"/>
    <w:rsid w:val="00EC47E6"/>
    <w:rsid w:val="00EC4CEF"/>
    <w:rsid w:val="00EC79D6"/>
    <w:rsid w:val="00ED2D43"/>
    <w:rsid w:val="00ED38BF"/>
    <w:rsid w:val="00ED3B4E"/>
    <w:rsid w:val="00ED51F2"/>
    <w:rsid w:val="00ED7006"/>
    <w:rsid w:val="00ED7883"/>
    <w:rsid w:val="00EE3D40"/>
    <w:rsid w:val="00EE563A"/>
    <w:rsid w:val="00EF06AB"/>
    <w:rsid w:val="00EF0C8B"/>
    <w:rsid w:val="00EF14AF"/>
    <w:rsid w:val="00EF1B0C"/>
    <w:rsid w:val="00EF1FEC"/>
    <w:rsid w:val="00EF3DAA"/>
    <w:rsid w:val="00EF3FEB"/>
    <w:rsid w:val="00EF6187"/>
    <w:rsid w:val="00EF629B"/>
    <w:rsid w:val="00F03531"/>
    <w:rsid w:val="00F035D4"/>
    <w:rsid w:val="00F036F3"/>
    <w:rsid w:val="00F03955"/>
    <w:rsid w:val="00F07D5F"/>
    <w:rsid w:val="00F07EDA"/>
    <w:rsid w:val="00F10853"/>
    <w:rsid w:val="00F11277"/>
    <w:rsid w:val="00F11984"/>
    <w:rsid w:val="00F11A26"/>
    <w:rsid w:val="00F1303B"/>
    <w:rsid w:val="00F133FE"/>
    <w:rsid w:val="00F142F1"/>
    <w:rsid w:val="00F15806"/>
    <w:rsid w:val="00F159DB"/>
    <w:rsid w:val="00F16878"/>
    <w:rsid w:val="00F17229"/>
    <w:rsid w:val="00F22711"/>
    <w:rsid w:val="00F266AE"/>
    <w:rsid w:val="00F302AB"/>
    <w:rsid w:val="00F30F63"/>
    <w:rsid w:val="00F3171D"/>
    <w:rsid w:val="00F3215C"/>
    <w:rsid w:val="00F3254D"/>
    <w:rsid w:val="00F32E77"/>
    <w:rsid w:val="00F32E97"/>
    <w:rsid w:val="00F33876"/>
    <w:rsid w:val="00F37B46"/>
    <w:rsid w:val="00F42A50"/>
    <w:rsid w:val="00F43DA3"/>
    <w:rsid w:val="00F4771A"/>
    <w:rsid w:val="00F5114A"/>
    <w:rsid w:val="00F51749"/>
    <w:rsid w:val="00F563A1"/>
    <w:rsid w:val="00F56582"/>
    <w:rsid w:val="00F56983"/>
    <w:rsid w:val="00F56D58"/>
    <w:rsid w:val="00F56EE1"/>
    <w:rsid w:val="00F600AF"/>
    <w:rsid w:val="00F6143B"/>
    <w:rsid w:val="00F67A89"/>
    <w:rsid w:val="00F7177B"/>
    <w:rsid w:val="00F723F2"/>
    <w:rsid w:val="00F82DE1"/>
    <w:rsid w:val="00F85A19"/>
    <w:rsid w:val="00F90CF2"/>
    <w:rsid w:val="00F93B9D"/>
    <w:rsid w:val="00F94B50"/>
    <w:rsid w:val="00FA0F87"/>
    <w:rsid w:val="00FA15F7"/>
    <w:rsid w:val="00FA53C7"/>
    <w:rsid w:val="00FB08F3"/>
    <w:rsid w:val="00FB1F23"/>
    <w:rsid w:val="00FB2469"/>
    <w:rsid w:val="00FB33D6"/>
    <w:rsid w:val="00FB7611"/>
    <w:rsid w:val="00FB7B64"/>
    <w:rsid w:val="00FC0D3B"/>
    <w:rsid w:val="00FC3608"/>
    <w:rsid w:val="00FC37AF"/>
    <w:rsid w:val="00FC47D2"/>
    <w:rsid w:val="00FC4EBD"/>
    <w:rsid w:val="00FC6817"/>
    <w:rsid w:val="00FD0995"/>
    <w:rsid w:val="00FD17C8"/>
    <w:rsid w:val="00FD2B76"/>
    <w:rsid w:val="00FD3540"/>
    <w:rsid w:val="00FD5DCE"/>
    <w:rsid w:val="00FD6D00"/>
    <w:rsid w:val="00FD71AE"/>
    <w:rsid w:val="00FE28F5"/>
    <w:rsid w:val="00FE552E"/>
    <w:rsid w:val="00FE6F7B"/>
    <w:rsid w:val="00FE7A81"/>
    <w:rsid w:val="00FF0615"/>
    <w:rsid w:val="00FF077F"/>
    <w:rsid w:val="00FF1827"/>
    <w:rsid w:val="00FF44D6"/>
    <w:rsid w:val="00FF71D2"/>
    <w:rsid w:val="01711590"/>
    <w:rsid w:val="02182745"/>
    <w:rsid w:val="02685AEE"/>
    <w:rsid w:val="0290F025"/>
    <w:rsid w:val="0297411E"/>
    <w:rsid w:val="02B40BBB"/>
    <w:rsid w:val="03330F56"/>
    <w:rsid w:val="03479CCD"/>
    <w:rsid w:val="035A191B"/>
    <w:rsid w:val="042EA656"/>
    <w:rsid w:val="045B6170"/>
    <w:rsid w:val="059BAF38"/>
    <w:rsid w:val="05F9714C"/>
    <w:rsid w:val="061C999C"/>
    <w:rsid w:val="062D3C58"/>
    <w:rsid w:val="063C7CAE"/>
    <w:rsid w:val="068F61EC"/>
    <w:rsid w:val="07E9219A"/>
    <w:rsid w:val="07EFAB37"/>
    <w:rsid w:val="0898CDAA"/>
    <w:rsid w:val="09342878"/>
    <w:rsid w:val="09413ADF"/>
    <w:rsid w:val="097B0A78"/>
    <w:rsid w:val="09C8AB3D"/>
    <w:rsid w:val="0A52E6D3"/>
    <w:rsid w:val="0A5C17F8"/>
    <w:rsid w:val="0AD751D0"/>
    <w:rsid w:val="0B1C89CE"/>
    <w:rsid w:val="0B9D5B30"/>
    <w:rsid w:val="0BAEDC98"/>
    <w:rsid w:val="0BCDF4F0"/>
    <w:rsid w:val="0BD62318"/>
    <w:rsid w:val="0C8AC8BA"/>
    <w:rsid w:val="0D3ABECE"/>
    <w:rsid w:val="0D740FCB"/>
    <w:rsid w:val="0E293A27"/>
    <w:rsid w:val="0EB0ECE2"/>
    <w:rsid w:val="0F3991B3"/>
    <w:rsid w:val="0F7CFBD8"/>
    <w:rsid w:val="0FB186F8"/>
    <w:rsid w:val="106B2AC8"/>
    <w:rsid w:val="10E6F3E5"/>
    <w:rsid w:val="10FBAE94"/>
    <w:rsid w:val="111738EB"/>
    <w:rsid w:val="112C9001"/>
    <w:rsid w:val="119B91F1"/>
    <w:rsid w:val="119D26EC"/>
    <w:rsid w:val="11FEE171"/>
    <w:rsid w:val="120C6BAA"/>
    <w:rsid w:val="1246BE1C"/>
    <w:rsid w:val="12E0195B"/>
    <w:rsid w:val="1437C9E1"/>
    <w:rsid w:val="14A6EFF6"/>
    <w:rsid w:val="153C6456"/>
    <w:rsid w:val="1623DDF6"/>
    <w:rsid w:val="16BC7959"/>
    <w:rsid w:val="17542281"/>
    <w:rsid w:val="17576175"/>
    <w:rsid w:val="17DB44BA"/>
    <w:rsid w:val="1896CF3E"/>
    <w:rsid w:val="1905179F"/>
    <w:rsid w:val="1932387B"/>
    <w:rsid w:val="198DA2BE"/>
    <w:rsid w:val="19A9AED7"/>
    <w:rsid w:val="19B2F0ED"/>
    <w:rsid w:val="19DF1C29"/>
    <w:rsid w:val="19E96CF1"/>
    <w:rsid w:val="1AF0DBD4"/>
    <w:rsid w:val="1B4524EB"/>
    <w:rsid w:val="1B7C1894"/>
    <w:rsid w:val="1BC2206A"/>
    <w:rsid w:val="1C6F1111"/>
    <w:rsid w:val="1D80129C"/>
    <w:rsid w:val="1DF981BE"/>
    <w:rsid w:val="1E8F3969"/>
    <w:rsid w:val="1EC0DA7F"/>
    <w:rsid w:val="1EEC6B67"/>
    <w:rsid w:val="1F35B67D"/>
    <w:rsid w:val="1F80056D"/>
    <w:rsid w:val="1FCA81A5"/>
    <w:rsid w:val="203872D1"/>
    <w:rsid w:val="210219D1"/>
    <w:rsid w:val="21188AF9"/>
    <w:rsid w:val="21EE52D2"/>
    <w:rsid w:val="22E00F49"/>
    <w:rsid w:val="22F22640"/>
    <w:rsid w:val="23A88390"/>
    <w:rsid w:val="249132C6"/>
    <w:rsid w:val="24F810A7"/>
    <w:rsid w:val="2557152E"/>
    <w:rsid w:val="25AE3A1E"/>
    <w:rsid w:val="25C54A9F"/>
    <w:rsid w:val="26CD43C6"/>
    <w:rsid w:val="26D057E3"/>
    <w:rsid w:val="26E73170"/>
    <w:rsid w:val="2709FB9A"/>
    <w:rsid w:val="276BA58C"/>
    <w:rsid w:val="27703AE4"/>
    <w:rsid w:val="2797C02F"/>
    <w:rsid w:val="28067338"/>
    <w:rsid w:val="2A0D971E"/>
    <w:rsid w:val="2AB763A9"/>
    <w:rsid w:val="2AD0D24C"/>
    <w:rsid w:val="2AD29CCF"/>
    <w:rsid w:val="2B6A2F1E"/>
    <w:rsid w:val="2B7A33AE"/>
    <w:rsid w:val="2BD0A462"/>
    <w:rsid w:val="2BDFF537"/>
    <w:rsid w:val="2BF0252A"/>
    <w:rsid w:val="2C744D98"/>
    <w:rsid w:val="2CEDC886"/>
    <w:rsid w:val="2CF8C85C"/>
    <w:rsid w:val="2CFD9D5E"/>
    <w:rsid w:val="2D3DB9BD"/>
    <w:rsid w:val="2DB17478"/>
    <w:rsid w:val="2DB7FF26"/>
    <w:rsid w:val="2DBB0550"/>
    <w:rsid w:val="2E0C39A5"/>
    <w:rsid w:val="2E3C2213"/>
    <w:rsid w:val="2E972B43"/>
    <w:rsid w:val="2EC9E7D4"/>
    <w:rsid w:val="2F6A1DD1"/>
    <w:rsid w:val="30070489"/>
    <w:rsid w:val="30D874D7"/>
    <w:rsid w:val="31609BEB"/>
    <w:rsid w:val="320B32CA"/>
    <w:rsid w:val="320BC7B2"/>
    <w:rsid w:val="3224E025"/>
    <w:rsid w:val="323FAAC4"/>
    <w:rsid w:val="32D17B07"/>
    <w:rsid w:val="336E8BBA"/>
    <w:rsid w:val="33B4E6E9"/>
    <w:rsid w:val="350C6751"/>
    <w:rsid w:val="35A1950F"/>
    <w:rsid w:val="365F898A"/>
    <w:rsid w:val="3661C965"/>
    <w:rsid w:val="368A40DE"/>
    <w:rsid w:val="3691BBB8"/>
    <w:rsid w:val="3722269B"/>
    <w:rsid w:val="3940300D"/>
    <w:rsid w:val="39613691"/>
    <w:rsid w:val="3A89E9C0"/>
    <w:rsid w:val="3C788BE4"/>
    <w:rsid w:val="3D779213"/>
    <w:rsid w:val="3DC1BA29"/>
    <w:rsid w:val="3E3C7E2B"/>
    <w:rsid w:val="3E7315E3"/>
    <w:rsid w:val="3E89ED80"/>
    <w:rsid w:val="3F4C3DF8"/>
    <w:rsid w:val="40940CA5"/>
    <w:rsid w:val="40C34AE5"/>
    <w:rsid w:val="40E4A5DE"/>
    <w:rsid w:val="40EED87F"/>
    <w:rsid w:val="41C0FEB3"/>
    <w:rsid w:val="429E2288"/>
    <w:rsid w:val="42C1671B"/>
    <w:rsid w:val="430C06C9"/>
    <w:rsid w:val="43D95AEF"/>
    <w:rsid w:val="446EFDDD"/>
    <w:rsid w:val="44A795E6"/>
    <w:rsid w:val="44A9EEBA"/>
    <w:rsid w:val="453120AF"/>
    <w:rsid w:val="45D96EA2"/>
    <w:rsid w:val="45DCB779"/>
    <w:rsid w:val="46774C5D"/>
    <w:rsid w:val="46A6EE69"/>
    <w:rsid w:val="478703EE"/>
    <w:rsid w:val="47D57A39"/>
    <w:rsid w:val="485ABD36"/>
    <w:rsid w:val="48A16F39"/>
    <w:rsid w:val="48F6D6EF"/>
    <w:rsid w:val="491E2BF1"/>
    <w:rsid w:val="4A1553F2"/>
    <w:rsid w:val="4A22C822"/>
    <w:rsid w:val="4A7B1079"/>
    <w:rsid w:val="4AB62B0F"/>
    <w:rsid w:val="4AC77662"/>
    <w:rsid w:val="4B391D11"/>
    <w:rsid w:val="4B53A111"/>
    <w:rsid w:val="4C0E5E91"/>
    <w:rsid w:val="4CD21D5B"/>
    <w:rsid w:val="4DC862BE"/>
    <w:rsid w:val="4E323951"/>
    <w:rsid w:val="4E33A12E"/>
    <w:rsid w:val="4E46E685"/>
    <w:rsid w:val="4E512C22"/>
    <w:rsid w:val="4EA71C5C"/>
    <w:rsid w:val="4ED3F45F"/>
    <w:rsid w:val="4ED54063"/>
    <w:rsid w:val="4EDC5096"/>
    <w:rsid w:val="4EFCA163"/>
    <w:rsid w:val="503B89ED"/>
    <w:rsid w:val="5090B9C3"/>
    <w:rsid w:val="50A18F64"/>
    <w:rsid w:val="50FF9365"/>
    <w:rsid w:val="51DBE363"/>
    <w:rsid w:val="521287EE"/>
    <w:rsid w:val="52F9D875"/>
    <w:rsid w:val="53306359"/>
    <w:rsid w:val="54407DB3"/>
    <w:rsid w:val="5489E3C0"/>
    <w:rsid w:val="553ADD57"/>
    <w:rsid w:val="5586F8CA"/>
    <w:rsid w:val="55F3AD2A"/>
    <w:rsid w:val="56D1133D"/>
    <w:rsid w:val="57211827"/>
    <w:rsid w:val="57CD6D43"/>
    <w:rsid w:val="580AECE2"/>
    <w:rsid w:val="581A4429"/>
    <w:rsid w:val="585201A9"/>
    <w:rsid w:val="5897BE38"/>
    <w:rsid w:val="58B8745E"/>
    <w:rsid w:val="58CB7140"/>
    <w:rsid w:val="596BE75B"/>
    <w:rsid w:val="59B64374"/>
    <w:rsid w:val="59B82B5B"/>
    <w:rsid w:val="5A0F12A2"/>
    <w:rsid w:val="5A1BAC4A"/>
    <w:rsid w:val="5A81EFC2"/>
    <w:rsid w:val="5AE12C77"/>
    <w:rsid w:val="5B1D4A32"/>
    <w:rsid w:val="5B211D7F"/>
    <w:rsid w:val="5B2A00D9"/>
    <w:rsid w:val="5B3DBA10"/>
    <w:rsid w:val="5BBD88A7"/>
    <w:rsid w:val="5BC43328"/>
    <w:rsid w:val="5BD6FC8B"/>
    <w:rsid w:val="5C186669"/>
    <w:rsid w:val="5C309271"/>
    <w:rsid w:val="5C387FB8"/>
    <w:rsid w:val="5C8797B3"/>
    <w:rsid w:val="5CE4FB2E"/>
    <w:rsid w:val="5D8954BC"/>
    <w:rsid w:val="5EB8341D"/>
    <w:rsid w:val="5EBE6005"/>
    <w:rsid w:val="5F60765C"/>
    <w:rsid w:val="5F6369D5"/>
    <w:rsid w:val="60219AE3"/>
    <w:rsid w:val="60A5258E"/>
    <w:rsid w:val="614579FF"/>
    <w:rsid w:val="61DCB6F8"/>
    <w:rsid w:val="62252A0A"/>
    <w:rsid w:val="62614E54"/>
    <w:rsid w:val="62FCB8CC"/>
    <w:rsid w:val="630C00E3"/>
    <w:rsid w:val="63448E6E"/>
    <w:rsid w:val="63FB4243"/>
    <w:rsid w:val="64A99CF7"/>
    <w:rsid w:val="65141968"/>
    <w:rsid w:val="653047A5"/>
    <w:rsid w:val="655827DE"/>
    <w:rsid w:val="6590BB95"/>
    <w:rsid w:val="66909C24"/>
    <w:rsid w:val="6938DFF5"/>
    <w:rsid w:val="69CA3882"/>
    <w:rsid w:val="69FFF9C2"/>
    <w:rsid w:val="6A3DEF57"/>
    <w:rsid w:val="6B6CD414"/>
    <w:rsid w:val="6BE52DF1"/>
    <w:rsid w:val="6BF15F88"/>
    <w:rsid w:val="6CCC5E57"/>
    <w:rsid w:val="6D4EFA28"/>
    <w:rsid w:val="6D688A88"/>
    <w:rsid w:val="6D832605"/>
    <w:rsid w:val="6DAE31F5"/>
    <w:rsid w:val="6E3C1131"/>
    <w:rsid w:val="6E78BAEC"/>
    <w:rsid w:val="6F816691"/>
    <w:rsid w:val="709BC70C"/>
    <w:rsid w:val="70D2E7FB"/>
    <w:rsid w:val="70E78D24"/>
    <w:rsid w:val="70E966FF"/>
    <w:rsid w:val="70E9DC66"/>
    <w:rsid w:val="712B8140"/>
    <w:rsid w:val="713628ED"/>
    <w:rsid w:val="7145F728"/>
    <w:rsid w:val="7183EB9F"/>
    <w:rsid w:val="71A5BBCF"/>
    <w:rsid w:val="7268AF9D"/>
    <w:rsid w:val="73BAB09F"/>
    <w:rsid w:val="73D5BB05"/>
    <w:rsid w:val="74768DDC"/>
    <w:rsid w:val="755F4946"/>
    <w:rsid w:val="759242C5"/>
    <w:rsid w:val="764ECDD0"/>
    <w:rsid w:val="76CF7E18"/>
    <w:rsid w:val="77005A82"/>
    <w:rsid w:val="775B2055"/>
    <w:rsid w:val="77667E8F"/>
    <w:rsid w:val="77C162CA"/>
    <w:rsid w:val="77D05014"/>
    <w:rsid w:val="7856D011"/>
    <w:rsid w:val="78741F26"/>
    <w:rsid w:val="7904D65C"/>
    <w:rsid w:val="7919BF4A"/>
    <w:rsid w:val="79AABBF2"/>
    <w:rsid w:val="79B66D4A"/>
    <w:rsid w:val="7A285215"/>
    <w:rsid w:val="7A69E045"/>
    <w:rsid w:val="7AF04C0C"/>
    <w:rsid w:val="7B86B179"/>
    <w:rsid w:val="7BE6B426"/>
    <w:rsid w:val="7D89A54A"/>
    <w:rsid w:val="7DC02F60"/>
    <w:rsid w:val="7DD10984"/>
    <w:rsid w:val="7E753BEF"/>
    <w:rsid w:val="7EF17187"/>
    <w:rsid w:val="7F324EF0"/>
    <w:rsid w:val="7F6C71C3"/>
    <w:rsid w:val="7F93C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28A40"/>
  <w15:chartTrackingRefBased/>
  <w15:docId w15:val="{72BB0B04-8900-444C-993B-89097E03E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udi Type" w:eastAsiaTheme="minorHAnsi" w:hAnsi="Audi Type" w:cs="Times New Roman (Textkörper CS)"/>
        <w:color w:val="000000" w:themeColor="text1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6D5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00H2">
    <w:name w:val="000 – H2"/>
    <w:autoRedefine/>
    <w:qFormat/>
    <w:rsid w:val="00165342"/>
    <w:pPr>
      <w:spacing w:before="480" w:line="300" w:lineRule="exact"/>
    </w:pPr>
    <w:rPr>
      <w:rFonts w:ascii="Audi Type Extended" w:eastAsia="Times New Roman" w:hAnsi="Audi Type Extended" w:cs="Audi Type"/>
      <w:b/>
      <w:szCs w:val="18"/>
      <w:lang w:eastAsia="de-DE"/>
    </w:rPr>
  </w:style>
  <w:style w:type="paragraph" w:customStyle="1" w:styleId="000Seitenzahl">
    <w:name w:val="000 – Seitenzahl"/>
    <w:qFormat/>
    <w:rsid w:val="00474412"/>
    <w:pPr>
      <w:spacing w:after="120"/>
      <w:jc w:val="right"/>
    </w:pPr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2D77"/>
    <w:pPr>
      <w:tabs>
        <w:tab w:val="center" w:pos="4536"/>
        <w:tab w:val="right" w:pos="9072"/>
      </w:tabs>
    </w:pPr>
  </w:style>
  <w:style w:type="paragraph" w:customStyle="1" w:styleId="000H1">
    <w:name w:val="000 – H1"/>
    <w:autoRedefine/>
    <w:qFormat/>
    <w:rsid w:val="005E739E"/>
    <w:pPr>
      <w:suppressAutoHyphens/>
      <w:spacing w:line="400" w:lineRule="exact"/>
    </w:pPr>
    <w:rPr>
      <w:rFonts w:ascii="Audi Type Extended" w:eastAsia="Times New Roman" w:hAnsi="Audi Type Extended" w:cs="Arial"/>
      <w:b/>
      <w:bCs/>
      <w:color w:val="auto"/>
      <w:sz w:val="28"/>
      <w:szCs w:val="28"/>
      <w:lang w:val="en-US" w:eastAsia="de-D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3D2D77"/>
  </w:style>
  <w:style w:type="paragraph" w:customStyle="1" w:styleId="000Introduction">
    <w:name w:val="000 – Introduction"/>
    <w:next w:val="000Copy"/>
    <w:autoRedefine/>
    <w:qFormat/>
    <w:rsid w:val="00B92D8A"/>
    <w:pPr>
      <w:widowControl w:val="0"/>
      <w:suppressAutoHyphens/>
      <w:spacing w:before="480" w:after="480" w:line="300" w:lineRule="exact"/>
    </w:pPr>
    <w:rPr>
      <w:rFonts w:eastAsia="Times New Roman" w:cs="Times New Roman"/>
      <w:b/>
      <w:szCs w:val="20"/>
      <w:lang w:eastAsia="de-DE"/>
    </w:rPr>
  </w:style>
  <w:style w:type="paragraph" w:customStyle="1" w:styleId="000Kontakt">
    <w:name w:val="000 – Kontakt"/>
    <w:basedOn w:val="Normal"/>
    <w:autoRedefine/>
    <w:qFormat/>
    <w:rsid w:val="00003521"/>
    <w:pPr>
      <w:suppressAutoHyphens/>
      <w:spacing w:line="300" w:lineRule="exact"/>
    </w:pPr>
    <w:rPr>
      <w:rFonts w:eastAsia="Times New Roman" w:cs="Arial"/>
      <w:b/>
      <w:color w:val="auto"/>
      <w:szCs w:val="20"/>
      <w:lang w:eastAsia="de-D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6D5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000Verbrauchsangaben">
    <w:name w:val="000 – Verbrauchsangaben"/>
    <w:autoRedefine/>
    <w:qFormat/>
    <w:rsid w:val="00436208"/>
    <w:pPr>
      <w:suppressAutoHyphens/>
      <w:spacing w:before="120"/>
    </w:pPr>
    <w:rPr>
      <w:rFonts w:eastAsia="Times New Roman" w:cs="Arial"/>
      <w:color w:val="000000"/>
      <w:szCs w:val="20"/>
      <w:lang w:eastAsia="de-DE"/>
    </w:rPr>
  </w:style>
  <w:style w:type="paragraph" w:customStyle="1" w:styleId="000Copy">
    <w:name w:val="000 – Copy"/>
    <w:autoRedefine/>
    <w:qFormat/>
    <w:rsid w:val="00C24ED2"/>
    <w:pPr>
      <w:widowControl w:val="0"/>
      <w:suppressAutoHyphens/>
      <w:spacing w:line="300" w:lineRule="exact"/>
    </w:pPr>
    <w:rPr>
      <w:rFonts w:eastAsia="Times New Roman" w:cs="Times New Roman"/>
      <w:szCs w:val="20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2D7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2D77"/>
  </w:style>
  <w:style w:type="paragraph" w:customStyle="1" w:styleId="000Funoten">
    <w:name w:val="000 – Fußnoten"/>
    <w:qFormat/>
    <w:rsid w:val="009A0D7B"/>
    <w:pPr>
      <w:tabs>
        <w:tab w:val="left" w:pos="6484"/>
      </w:tabs>
      <w:suppressAutoHyphens/>
      <w:spacing w:after="60"/>
    </w:pPr>
    <w:rPr>
      <w:rFonts w:eastAsia="Times New Roman" w:cs="Audi Type"/>
      <w:color w:val="676766"/>
      <w:sz w:val="16"/>
      <w:szCs w:val="18"/>
      <w:lang w:eastAsia="de-DE"/>
    </w:rPr>
  </w:style>
  <w:style w:type="paragraph" w:customStyle="1" w:styleId="000FunoteInfo">
    <w:name w:val="000 – Fußnote – Info"/>
    <w:basedOn w:val="000Funoten"/>
    <w:qFormat/>
    <w:rsid w:val="00474412"/>
    <w:pPr>
      <w:spacing w:before="480"/>
    </w:pPr>
    <w:rPr>
      <w:b/>
      <w:bCs/>
    </w:rPr>
  </w:style>
  <w:style w:type="paragraph" w:customStyle="1" w:styleId="000H3">
    <w:name w:val="000 – H3"/>
    <w:autoRedefine/>
    <w:qFormat/>
    <w:rsid w:val="00D9727C"/>
    <w:pPr>
      <w:spacing w:before="240" w:after="240"/>
    </w:pPr>
    <w:rPr>
      <w:rFonts w:ascii="Audi Type Extended" w:eastAsia="Times New Roman" w:hAnsi="Audi Type Extended" w:cs="Audi Type"/>
      <w:b/>
      <w:color w:val="939597"/>
      <w:szCs w:val="18"/>
      <w:lang w:eastAsia="de-DE"/>
    </w:rPr>
  </w:style>
  <w:style w:type="paragraph" w:customStyle="1" w:styleId="000Bulletpoint">
    <w:name w:val="000 – Bulletpoint"/>
    <w:autoRedefine/>
    <w:qFormat/>
    <w:rsid w:val="00073759"/>
    <w:pPr>
      <w:spacing w:after="120"/>
    </w:pPr>
    <w:rPr>
      <w:rFonts w:eastAsia="Times New Roman" w:cs="Arial"/>
      <w:b/>
      <w:bCs/>
      <w:kern w:val="2"/>
      <w:sz w:val="24"/>
      <w:lang w:eastAsia="de-DE"/>
    </w:rPr>
  </w:style>
  <w:style w:type="paragraph" w:customStyle="1" w:styleId="000Link">
    <w:name w:val="000 – Link"/>
    <w:basedOn w:val="000H2"/>
    <w:autoRedefine/>
    <w:qFormat/>
    <w:rsid w:val="000B1D9F"/>
    <w:pPr>
      <w:suppressAutoHyphens/>
      <w:spacing w:before="240" w:line="240" w:lineRule="exact"/>
    </w:pPr>
    <w:rPr>
      <w:rFonts w:ascii="Audi Type" w:hAnsi="Audi Type" w:cs="Times New Roman"/>
      <w:szCs w:val="22"/>
    </w:rPr>
  </w:style>
  <w:style w:type="numbering" w:customStyle="1" w:styleId="AktuelleListe1">
    <w:name w:val="Aktuelle Liste1"/>
    <w:uiPriority w:val="99"/>
    <w:rsid w:val="001D311C"/>
    <w:pPr>
      <w:numPr>
        <w:numId w:val="14"/>
      </w:numPr>
    </w:pPr>
  </w:style>
  <w:style w:type="character" w:styleId="Hyperlink">
    <w:name w:val="Hyperlink"/>
    <w:aliases w:val="Titolo 5 Carattere1"/>
    <w:rsid w:val="008D1D06"/>
    <w:rPr>
      <w:rFonts w:ascii="Audi Type" w:hAnsi="Audi Type"/>
      <w:b w:val="0"/>
      <w:i w:val="0"/>
      <w:color w:val="0000FF"/>
      <w:sz w:val="20"/>
      <w:u w:val="single"/>
    </w:rPr>
  </w:style>
  <w:style w:type="paragraph" w:customStyle="1" w:styleId="000Abbinder">
    <w:name w:val="000 – Abbinder"/>
    <w:qFormat/>
    <w:rsid w:val="009A0D7B"/>
    <w:pPr>
      <w:widowControl w:val="0"/>
      <w:suppressAutoHyphens/>
      <w:spacing w:after="120"/>
      <w:jc w:val="both"/>
    </w:pPr>
    <w:rPr>
      <w:rFonts w:eastAsia="Times New Roman" w:cs="Times New Roman"/>
      <w:color w:val="auto"/>
      <w:sz w:val="18"/>
      <w:szCs w:val="18"/>
      <w:lang w:eastAsia="de-DE"/>
    </w:rPr>
  </w:style>
  <w:style w:type="table" w:customStyle="1" w:styleId="Tabellenraster1">
    <w:name w:val="Tabellenraster1"/>
    <w:basedOn w:val="TableNormal"/>
    <w:next w:val="TableGrid"/>
    <w:uiPriority w:val="59"/>
    <w:rsid w:val="00474412"/>
    <w:rPr>
      <w:rFonts w:ascii="Times New Roman" w:eastAsia="Times New Roman" w:hAnsi="Times New Roman" w:cs="Times New Roman"/>
      <w:color w:val="auto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aliases w:val="000– Tabelle AUDI"/>
    <w:basedOn w:val="TableNormal"/>
    <w:uiPriority w:val="59"/>
    <w:rsid w:val="00520E39"/>
    <w:tblPr>
      <w:tblStyleRowBandSize w:val="2"/>
      <w:tblStyleColBandSize w:val="2"/>
    </w:tblPr>
    <w:trPr>
      <w:cantSplit/>
    </w:trPr>
  </w:style>
  <w:style w:type="character" w:styleId="UnresolvedMention">
    <w:name w:val="Unresolved Mention"/>
    <w:basedOn w:val="DefaultParagraphFont"/>
    <w:uiPriority w:val="99"/>
    <w:semiHidden/>
    <w:unhideWhenUsed/>
    <w:rsid w:val="008D1D06"/>
    <w:rPr>
      <w:color w:val="605E5C"/>
      <w:shd w:val="clear" w:color="auto" w:fill="E1DFDD"/>
    </w:rPr>
  </w:style>
  <w:style w:type="paragraph" w:customStyle="1" w:styleId="000KontaktnichtFett">
    <w:name w:val="000 – Kontakt nicht Fett"/>
    <w:basedOn w:val="Normal"/>
    <w:qFormat/>
    <w:rsid w:val="00003521"/>
    <w:pPr>
      <w:suppressAutoHyphens/>
      <w:spacing w:line="300" w:lineRule="exact"/>
    </w:pPr>
    <w:rPr>
      <w:rFonts w:eastAsia="Times New Roman" w:cs="Arial"/>
      <w:color w:val="auto"/>
      <w:szCs w:val="20"/>
      <w:lang w:eastAsia="de-DE"/>
    </w:rPr>
  </w:style>
  <w:style w:type="paragraph" w:customStyle="1" w:styleId="000BulletpointsCopy">
    <w:name w:val="000 – Bulletpoints Copy"/>
    <w:autoRedefine/>
    <w:qFormat/>
    <w:rsid w:val="00436208"/>
    <w:pPr>
      <w:numPr>
        <w:numId w:val="17"/>
      </w:numPr>
      <w:spacing w:after="120" w:line="300" w:lineRule="exact"/>
    </w:pPr>
    <w:rPr>
      <w:rFonts w:eastAsia="Times New Roman" w:cs="Times New Roman"/>
      <w:bCs/>
      <w:color w:val="auto"/>
      <w:szCs w:val="20"/>
      <w:lang w:val="en-US" w:eastAsia="de-DE"/>
    </w:rPr>
  </w:style>
  <w:style w:type="numbering" w:customStyle="1" w:styleId="AktuelleListe2">
    <w:name w:val="Aktuelle Liste2"/>
    <w:uiPriority w:val="99"/>
    <w:rsid w:val="00665A90"/>
    <w:pPr>
      <w:numPr>
        <w:numId w:val="18"/>
      </w:numPr>
    </w:pPr>
  </w:style>
  <w:style w:type="numbering" w:customStyle="1" w:styleId="AktuelleListe3">
    <w:name w:val="Aktuelle Liste3"/>
    <w:uiPriority w:val="99"/>
    <w:rsid w:val="00665A90"/>
    <w:pPr>
      <w:numPr>
        <w:numId w:val="19"/>
      </w:numPr>
    </w:pPr>
  </w:style>
  <w:style w:type="character" w:styleId="PlaceholderText">
    <w:name w:val="Placeholder Text"/>
    <w:basedOn w:val="DefaultParagraphFont"/>
    <w:uiPriority w:val="99"/>
    <w:semiHidden/>
    <w:rsid w:val="00604693"/>
    <w:rPr>
      <w:color w:val="808080"/>
    </w:rPr>
  </w:style>
  <w:style w:type="character" w:customStyle="1" w:styleId="Formatvorlage3">
    <w:name w:val="Formatvorlage3"/>
    <w:basedOn w:val="DefaultParagraphFont"/>
    <w:uiPriority w:val="1"/>
    <w:rsid w:val="00604693"/>
    <w:rPr>
      <w:rFonts w:ascii="Audi Type" w:hAnsi="Audi Type" w:hint="default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0C36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C36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36F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6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36F8"/>
    <w:rPr>
      <w:b/>
      <w:bCs/>
      <w:szCs w:val="20"/>
    </w:rPr>
  </w:style>
  <w:style w:type="paragraph" w:styleId="ListParagraph">
    <w:name w:val="List Paragraph"/>
    <w:basedOn w:val="Normal"/>
    <w:uiPriority w:val="34"/>
    <w:qFormat/>
    <w:rsid w:val="004B0E45"/>
    <w:pPr>
      <w:ind w:left="720"/>
      <w:contextualSpacing/>
    </w:pPr>
    <w:rPr>
      <w:lang w:val="en-US"/>
    </w:rPr>
  </w:style>
  <w:style w:type="paragraph" w:styleId="Revision">
    <w:name w:val="Revision"/>
    <w:hidden/>
    <w:uiPriority w:val="99"/>
    <w:semiHidden/>
    <w:rsid w:val="004B5057"/>
  </w:style>
  <w:style w:type="table" w:customStyle="1" w:styleId="000TabelleAUDI1">
    <w:name w:val="000– Tabelle AUDI1"/>
    <w:basedOn w:val="TableNormal"/>
    <w:next w:val="TableGrid"/>
    <w:uiPriority w:val="59"/>
    <w:rsid w:val="00AB7B60"/>
    <w:rPr>
      <w:color w:val="000000"/>
    </w:rPr>
    <w:tblPr>
      <w:tblStyleRowBandSize w:val="2"/>
      <w:tblStyleColBandSize w:val="2"/>
    </w:tblPr>
    <w:trPr>
      <w:cantSplit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3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88260">
          <w:marLeft w:val="0"/>
          <w:marRight w:val="0"/>
          <w:marTop w:val="0"/>
          <w:marBottom w:val="0"/>
          <w:divBdr>
            <w:top w:val="single" w:sz="6" w:space="18" w:color="D9D9D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33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8793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9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75728">
          <w:marLeft w:val="0"/>
          <w:marRight w:val="0"/>
          <w:marTop w:val="0"/>
          <w:marBottom w:val="0"/>
          <w:divBdr>
            <w:top w:val="single" w:sz="6" w:space="18" w:color="D9D9D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78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news.audimiddleeast.com/en/" TargetMode="External"/><Relationship Id="rId17" Type="http://schemas.openxmlformats.org/officeDocument/2006/relationships/hyperlink" Target="mailto:AudiMiddleEastPR@wearetheromans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jp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aryna.slichna@vwgme.com" TargetMode="External"/><Relationship Id="rId5" Type="http://schemas.openxmlformats.org/officeDocument/2006/relationships/styles" Target="styles.xml"/><Relationship Id="rId15" Type="http://schemas.openxmlformats.org/officeDocument/2006/relationships/image" Target="media/image4.jpg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jp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taudenmaier\Downloads\Template_MediaInfo_E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e21c452-9e59-444f-b7bb-3e5412044637" xsi:nil="true"/>
    <lcf76f155ced4ddcb4097134ff3c332f xmlns="05348f11-806c-40a2-aca7-4ecb586d895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D9D589B5A1D64E94EC686DC865843E" ma:contentTypeVersion="20" ma:contentTypeDescription="Ein neues Dokument erstellen." ma:contentTypeScope="" ma:versionID="83054fca194db201cc78569bd3d0e09b">
  <xsd:schema xmlns:xsd="http://www.w3.org/2001/XMLSchema" xmlns:xs="http://www.w3.org/2001/XMLSchema" xmlns:p="http://schemas.microsoft.com/office/2006/metadata/properties" xmlns:ns1="http://schemas.microsoft.com/sharepoint/v3" xmlns:ns2="05348f11-806c-40a2-aca7-4ecb586d8957" xmlns:ns3="1e21c452-9e59-444f-b7bb-3e5412044637" targetNamespace="http://schemas.microsoft.com/office/2006/metadata/properties" ma:root="true" ma:fieldsID="59c8f587cf6e40556536a10241fabb48" ns1:_="" ns2:_="" ns3:_="">
    <xsd:import namespace="http://schemas.microsoft.com/sharepoint/v3"/>
    <xsd:import namespace="05348f11-806c-40a2-aca7-4ecb586d8957"/>
    <xsd:import namespace="1e21c452-9e59-444f-b7bb-3e5412044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348f11-806c-40a2-aca7-4ecb586d89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4db74b8a-5187-44e9-a034-989059a400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1c452-9e59-444f-b7bb-3e54120446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8a67111-5e24-4643-b591-cf6ba4d566c4}" ma:internalName="TaxCatchAll" ma:showField="CatchAllData" ma:web="1e21c452-9e59-444f-b7bb-3e5412044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5AA72E-13E4-4DC3-9661-FA660F3FD7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1c452-9e59-444f-b7bb-3e5412044637"/>
    <ds:schemaRef ds:uri="05348f11-806c-40a2-aca7-4ecb586d8957"/>
  </ds:schemaRefs>
</ds:datastoreItem>
</file>

<file path=customXml/itemProps2.xml><?xml version="1.0" encoding="utf-8"?>
<ds:datastoreItem xmlns:ds="http://schemas.openxmlformats.org/officeDocument/2006/customXml" ds:itemID="{EC4DDFE3-1C41-4A71-B130-AA5C4F52CA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6E0D20-A339-4434-A497-91726E0807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348f11-806c-40a2-aca7-4ecb586d8957"/>
    <ds:schemaRef ds:uri="1e21c452-9e59-444f-b7bb-3e5412044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6b84135-ab90-4b03-a415-784f8f15a7f1}" enabled="1" method="Privileged" siteId="{2882be50-2012-4d88-ac86-544124e120c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C:\Users\sstaudenmaier\Downloads\Template_MediaInfo_EN.dotx</Template>
  <TotalTime>1000</TotalTime>
  <Pages>4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Steffen Staudenmaier</dc:creator>
  <cp:keywords/>
  <dc:description/>
  <cp:lastModifiedBy>Maulini Sikri</cp:lastModifiedBy>
  <cp:revision>6</cp:revision>
  <dcterms:created xsi:type="dcterms:W3CDTF">2025-09-02T10:56:00Z</dcterms:created>
  <dcterms:modified xsi:type="dcterms:W3CDTF">2025-09-03T06:09:00Z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0x01010049D9D589B5A1D64E94EC686DC865843E</vt:lpwstr>
  </property>
  <property fmtid="{D5CDD505-2E9C-101B-9397-08002B2CF9AE}" pid="3" name="RevIMBCS">
    <vt:lpwstr>1;#0.1 Initial category|0239cc7a-0c96-48a8-9e0e-a383e362571c</vt:lpwstr>
  </property>
  <property fmtid="{D5CDD505-2E9C-101B-9397-08002B2CF9AE}" pid="4" name="MSIP_Label_a6b84135-ab90-4b03-a415-784f8f15a7f1_Enabled">
    <vt:lpwstr>true</vt:lpwstr>
  </property>
  <property fmtid="{D5CDD505-2E9C-101B-9397-08002B2CF9AE}" pid="5" name="MSIP_Label_a6b84135-ab90-4b03-a415-784f8f15a7f1_SetDate">
    <vt:lpwstr>2021-11-24T15:10:35Z</vt:lpwstr>
  </property>
  <property fmtid="{D5CDD505-2E9C-101B-9397-08002B2CF9AE}" pid="6" name="MSIP_Label_a6b84135-ab90-4b03-a415-784f8f15a7f1_Method">
    <vt:lpwstr>Privileged</vt:lpwstr>
  </property>
  <property fmtid="{D5CDD505-2E9C-101B-9397-08002B2CF9AE}" pid="7" name="MSIP_Label_a6b84135-ab90-4b03-a415-784f8f15a7f1_Name">
    <vt:lpwstr>a6b84135-ab90-4b03-a415-784f8f15a7f1</vt:lpwstr>
  </property>
  <property fmtid="{D5CDD505-2E9C-101B-9397-08002B2CF9AE}" pid="8" name="MSIP_Label_a6b84135-ab90-4b03-a415-784f8f15a7f1_SiteId">
    <vt:lpwstr>2882be50-2012-4d88-ac86-544124e120c8</vt:lpwstr>
  </property>
  <property fmtid="{D5CDD505-2E9C-101B-9397-08002B2CF9AE}" pid="9" name="MSIP_Label_a6b84135-ab90-4b03-a415-784f8f15a7f1_ActionId">
    <vt:lpwstr>df724807-c576-41f6-ab7f-6a1f567bcc3c</vt:lpwstr>
  </property>
  <property fmtid="{D5CDD505-2E9C-101B-9397-08002B2CF9AE}" pid="10" name="MSIP_Label_a6b84135-ab90-4b03-a415-784f8f15a7f1_ContentBits">
    <vt:lpwstr>0</vt:lpwstr>
  </property>
  <property fmtid="{D5CDD505-2E9C-101B-9397-08002B2CF9AE}" pid="11" name="MediaServiceImageTags">
    <vt:lpwstr/>
  </property>
  <property fmtid="{D5CDD505-2E9C-101B-9397-08002B2CF9AE}" pid="12" name="LegalHoldTag">
    <vt:lpwstr/>
  </property>
</Properties>
</file>